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8307C2" w:rsidP="00244981">
      <w:pPr>
        <w:pStyle w:val="berschrift1"/>
        <w:spacing w:before="0" w:after="0" w:line="276" w:lineRule="auto"/>
        <w:jc w:val="left"/>
      </w:pPr>
      <w:r>
        <w:t xml:space="preserve">Inteligencia fiable: fresadoras grandes de Wirtgen de la serie F </w:t>
      </w:r>
    </w:p>
    <w:p w:rsidR="002E765F" w:rsidRPr="00A80677" w:rsidRDefault="002E765F" w:rsidP="002E765F">
      <w:pPr>
        <w:pStyle w:val="Text"/>
      </w:pPr>
    </w:p>
    <w:p w:rsidR="00B868BA" w:rsidRDefault="00350E98" w:rsidP="007658CA">
      <w:pPr>
        <w:pStyle w:val="Text"/>
        <w:spacing w:line="276" w:lineRule="auto"/>
        <w:rPr>
          <w:rStyle w:val="Hervorhebung"/>
          <w:b w:val="0"/>
        </w:rPr>
      </w:pPr>
      <w:r>
        <w:rPr>
          <w:rStyle w:val="Hervorhebung"/>
        </w:rPr>
        <w:t>Con la nueva generación de fresadoras grandes, Wirtgen, el especialista en fresadoras en frío, aumenta de forma sostenible la eficiencia de fresado. Las máquinas inteligentes</w:t>
      </w:r>
      <w:r>
        <w:t xml:space="preserve"> </w:t>
      </w:r>
      <w:r>
        <w:rPr>
          <w:rStyle w:val="Hervorhebung"/>
        </w:rPr>
        <w:t>de la llamada "Serie F" ayudan al operario a mantener en todo momento el equilibrio óptimo entre el rendimiento, la calidad y los costes.</w:t>
      </w:r>
      <w:r>
        <w:rPr>
          <w:b/>
          <w:iCs/>
        </w:rPr>
        <w:t xml:space="preserve"> Por consiguiente, las fresadoras grandes de Wirtgen son una contribución pionera a la digitalización en el saneamiento de carreteras. </w:t>
      </w:r>
      <w:r>
        <w:rPr>
          <w:rStyle w:val="Hervorhebung"/>
        </w:rPr>
        <w:t xml:space="preserve">La venta de los modelos W 210 Fi, W 200 Fi y W 200 F comenzará con el inicio de la Bauma 2019. </w:t>
      </w:r>
    </w:p>
    <w:p w:rsidR="00737217" w:rsidRDefault="00737217" w:rsidP="007658CA">
      <w:pPr>
        <w:pStyle w:val="Text"/>
        <w:spacing w:line="276" w:lineRule="auto"/>
        <w:rPr>
          <w:rStyle w:val="Hervorhebung"/>
          <w:b w:val="0"/>
        </w:rPr>
      </w:pPr>
    </w:p>
    <w:p w:rsidR="00737217" w:rsidRPr="00710A37" w:rsidRDefault="00CB0AA8" w:rsidP="007658CA">
      <w:pPr>
        <w:pStyle w:val="Text"/>
        <w:spacing w:line="276" w:lineRule="auto"/>
        <w:rPr>
          <w:rStyle w:val="Hervorhebung"/>
          <w:b w:val="0"/>
        </w:rPr>
      </w:pPr>
      <w:r>
        <w:rPr>
          <w:rStyle w:val="Hervorhebung"/>
          <w:b w:val="0"/>
        </w:rPr>
        <w:t>Gracias a las anchuras de trabajo flexibles de 1,5 m a 2,5 m y a las profundidades de fresado de hasta 330 mm, las nuevas fresadoras grandes de Wirtgen cubren una amplia gama de aplicaciones, desde el saneamiento de capas superiores hasta los trabajos de fresado fino, pasando por la remoción completa. Para tal fin, se dispone de una potencia del motor de hasta 563 kW, dependiendo del tipo de máquina.</w:t>
      </w:r>
    </w:p>
    <w:p w:rsidR="00336631" w:rsidRPr="001F3A78" w:rsidRDefault="00336631">
      <w:pPr>
        <w:rPr>
          <w:rStyle w:val="Hervorhebung"/>
          <w:sz w:val="22"/>
          <w:szCs w:val="22"/>
        </w:rPr>
      </w:pPr>
    </w:p>
    <w:p w:rsidR="00B41B77" w:rsidRDefault="00350E98" w:rsidP="00104F6B">
      <w:pPr>
        <w:pStyle w:val="Text"/>
        <w:spacing w:line="276" w:lineRule="auto"/>
        <w:rPr>
          <w:rStyle w:val="Hervorhebung"/>
          <w:b w:val="0"/>
        </w:rPr>
      </w:pPr>
      <w:r>
        <w:rPr>
          <w:rStyle w:val="Hervorhebung"/>
          <w:b w:val="0"/>
        </w:rPr>
        <w:t>Con el enfoque de CONNECTED MILLING, Wirtgen pone de relieve la digitalización, automatización y documentación del fresado.</w:t>
      </w:r>
      <w:r>
        <w:t xml:space="preserve"> CONNECTED MILLING</w:t>
      </w:r>
      <w:r>
        <w:rPr>
          <w:rStyle w:val="Hervorhebung"/>
          <w:b w:val="0"/>
          <w:iCs w:val="0"/>
        </w:rPr>
        <w:t xml:space="preserve"> </w:t>
      </w:r>
      <w:r>
        <w:rPr>
          <w:rStyle w:val="Hervorhebung"/>
          <w:b w:val="0"/>
        </w:rPr>
        <w:t>es sinónimo de flujo directo de información entre la máquina, el operario, el taller de servicio y la oficina de planificación. A tal efecto, Wirtgen aprovecha la infraestructura</w:t>
      </w:r>
      <w:r>
        <w:t xml:space="preserve"> de la </w:t>
      </w:r>
      <w:r>
        <w:rPr>
          <w:rStyle w:val="Hervorhebung"/>
          <w:b w:val="0"/>
        </w:rPr>
        <w:t>solución telemática WITOS del Wirtgen Group.</w:t>
      </w:r>
      <w:r>
        <w:t xml:space="preserve"> Los componentes innovadores</w:t>
      </w:r>
      <w:r>
        <w:rPr>
          <w:rStyle w:val="Hervorhebung"/>
          <w:b w:val="0"/>
          <w:iCs w:val="0"/>
        </w:rPr>
        <w:t xml:space="preserve"> de </w:t>
      </w:r>
      <w:r>
        <w:rPr>
          <w:rStyle w:val="Hervorhebung"/>
          <w:b w:val="0"/>
        </w:rPr>
        <w:t>CONNECTED MILLING son el sistema de asistencia inteligente MILL ASSIST, así como el cálculo preciso del rendimiento de fresado PERFORMANCE TRACKER (WPT) de Wirtgen.</w:t>
      </w:r>
    </w:p>
    <w:p w:rsidR="0092626C" w:rsidRPr="005107C4" w:rsidRDefault="0092626C" w:rsidP="007658CA">
      <w:pPr>
        <w:pStyle w:val="Text"/>
        <w:spacing w:line="276" w:lineRule="auto"/>
        <w:rPr>
          <w:rStyle w:val="Hervorhebung"/>
          <w:b w:val="0"/>
        </w:rPr>
      </w:pPr>
    </w:p>
    <w:p w:rsidR="00DA66ED" w:rsidRPr="00384816" w:rsidRDefault="008E0C4B" w:rsidP="007658CA">
      <w:pPr>
        <w:pStyle w:val="Text"/>
        <w:spacing w:line="276" w:lineRule="auto"/>
        <w:rPr>
          <w:rStyle w:val="Hervorhebung"/>
        </w:rPr>
      </w:pPr>
      <w:r>
        <w:rPr>
          <w:rStyle w:val="Hervorhebung"/>
        </w:rPr>
        <w:t xml:space="preserve">MILL ASSIST: menor consumo, mayor rendimiento, mejor calidad </w:t>
      </w:r>
    </w:p>
    <w:p w:rsidR="00744E2F" w:rsidRDefault="00D0633B" w:rsidP="00D0633B">
      <w:pPr>
        <w:pStyle w:val="Text"/>
        <w:spacing w:line="276" w:lineRule="auto"/>
        <w:rPr>
          <w:rStyle w:val="Hervorhebung"/>
          <w:b w:val="0"/>
        </w:rPr>
      </w:pPr>
      <w:r>
        <w:rPr>
          <w:rStyle w:val="Hervorhebung"/>
          <w:b w:val="0"/>
        </w:rPr>
        <w:t>Debido a los constantes cambios de las condiciones en el lugar de obras, el operario de la fresadora tiene que volver a ajustar continuamente los parámetros de la máquina, como el número de giros del tambor de fresado, la cantidad de agua, la velocidad de fresado, etc. A fin de obtener el mejor resultado posible, interviene en el proceso de forma manual y en función de la naturaleza de la superficie a fresar; una tarea extremadamente exigente debido a su complejidad.</w:t>
      </w:r>
    </w:p>
    <w:p w:rsidR="00FB37D6" w:rsidRDefault="00FB37D6" w:rsidP="00D0633B">
      <w:pPr>
        <w:pStyle w:val="Text"/>
        <w:spacing w:line="276" w:lineRule="auto"/>
        <w:rPr>
          <w:rStyle w:val="Hervorhebung"/>
          <w:b w:val="0"/>
        </w:rPr>
      </w:pPr>
    </w:p>
    <w:p w:rsidR="009C510D" w:rsidRDefault="005A570F" w:rsidP="00357B4C">
      <w:pPr>
        <w:pStyle w:val="Text"/>
        <w:spacing w:line="276" w:lineRule="auto"/>
        <w:rPr>
          <w:rStyle w:val="Hervorhebung"/>
          <w:b w:val="0"/>
          <w:i/>
        </w:rPr>
      </w:pPr>
      <w:r>
        <w:rPr>
          <w:rStyle w:val="Hervorhebung"/>
          <w:b w:val="0"/>
        </w:rPr>
        <w:t xml:space="preserve">En la nueva generación de fresadoras grandes, Wirtgen ha desarrollado la primera concepción de máquina inteligente capaz de llevar a la práctica, de forma óptima e independiente, las especificaciones de rendimiento y calidad del operario. El proceso de fresado completo se representa de manera digital y se simula en tiempo real sobre la base de un análisis integral de todos los parámetros. En el modo automático, la innovadora unidad de mando de la máquina MILL ASSIST siempre ajusta la relación de trabajo más favorable entre el rendimiento de fresado y los </w:t>
      </w:r>
      <w:r>
        <w:rPr>
          <w:rStyle w:val="Hervorhebung"/>
          <w:b w:val="0"/>
        </w:rPr>
        <w:lastRenderedPageBreak/>
        <w:t>costes operativos. La máquina reacciona de forma inteligente y dinámica a las condiciones cambiantes. Esto conduce a una enorme reducción de la carga de trabajo del operario, mejorando, a la vez, el rendimiento de la máquina y reduciendo considerablemente el consumo de gasóleo, agua y picas, así como las emisiones de CO</w:t>
      </w:r>
      <w:r>
        <w:rPr>
          <w:rStyle w:val="Hervorhebung"/>
          <w:b w:val="0"/>
          <w:vertAlign w:val="subscript"/>
        </w:rPr>
        <w:t>2</w:t>
      </w:r>
      <w:r>
        <w:rPr>
          <w:rStyle w:val="Hervorhebung"/>
          <w:b w:val="0"/>
        </w:rPr>
        <w:t xml:space="preserve"> y de ruido.</w:t>
      </w:r>
    </w:p>
    <w:p w:rsidR="00882826" w:rsidRDefault="00882826" w:rsidP="00C06B47">
      <w:pPr>
        <w:rPr>
          <w:rStyle w:val="Hervorhebung"/>
          <w:b w:val="0"/>
          <w:i/>
          <w:sz w:val="22"/>
        </w:rPr>
      </w:pPr>
    </w:p>
    <w:p w:rsidR="00357B4C" w:rsidRPr="00C06B47" w:rsidRDefault="00CF4AC3" w:rsidP="00C06B47">
      <w:pPr>
        <w:rPr>
          <w:rStyle w:val="Hervorhebung"/>
          <w:b w:val="0"/>
          <w:i/>
        </w:rPr>
      </w:pPr>
      <w:r>
        <w:rPr>
          <w:rStyle w:val="Hervorhebung"/>
          <w:b w:val="0"/>
          <w:i/>
          <w:sz w:val="22"/>
        </w:rPr>
        <w:t>Transmisión powershift de dos velocidades DUAL SHIFT para la máquina profesional W 210 Fi</w:t>
      </w:r>
    </w:p>
    <w:p w:rsidR="00084615" w:rsidRDefault="003E22DB" w:rsidP="00357B4C">
      <w:pPr>
        <w:pStyle w:val="Text"/>
        <w:spacing w:line="276" w:lineRule="auto"/>
        <w:rPr>
          <w:rStyle w:val="Hervorhebung"/>
          <w:b w:val="0"/>
        </w:rPr>
      </w:pPr>
      <w:r>
        <w:rPr>
          <w:rStyle w:val="Hervorhebung"/>
          <w:b w:val="0"/>
        </w:rPr>
        <w:t>Gracias a la nueva transmisión Powershift de dos velocidades, controlada automáticamente a través del MILL ASSIST, ahora también es posible aprovechar una gama mucho más amplia de números de giros del tambor de fresado. Para ello, se emplea un moderno sistema de clasificación del motor diésel con un elevado momento de giro a partir de 1300 rpm, lo que garantiza un menor consumo de gasóleo y una reducción de las emisiones de ruido.</w:t>
      </w:r>
    </w:p>
    <w:p w:rsidR="00357B4C" w:rsidRDefault="00746C64" w:rsidP="00357B4C">
      <w:pPr>
        <w:pStyle w:val="Text"/>
        <w:spacing w:line="276" w:lineRule="auto"/>
        <w:rPr>
          <w:rStyle w:val="Hervorhebung"/>
          <w:b w:val="0"/>
        </w:rPr>
      </w:pPr>
      <w:r>
        <w:rPr>
          <w:rStyle w:val="Hervorhebung"/>
          <w:b w:val="0"/>
        </w:rPr>
        <w:t>El control inteligente de la transmisión Powershift de dos velocidades en combinación con el motor diésel permite aumentar y disminuir los números de giros del tambor de fresado. De este modo, al trabajar con un número reducido de giros del tambor de fresado es posible minimizar significativamente el consumo de gasóleo y el desgaste de las picas. En el rango superior del número de giros del tambor de fresado se puede conseguir una alta calidad del patrón de fresado, incluso con un rendimiento elevado por unidad de superficie. Con esto, la máquina profesional W 210 Fi se convierte en el equipo ideal para tareas de fresado especialmente exigentes.</w:t>
      </w:r>
    </w:p>
    <w:p w:rsidR="00066E23" w:rsidRDefault="00066E23" w:rsidP="00357B4C">
      <w:pPr>
        <w:pStyle w:val="Text"/>
        <w:spacing w:line="276" w:lineRule="auto"/>
        <w:rPr>
          <w:rStyle w:val="Hervorhebung"/>
          <w:b w:val="0"/>
        </w:rPr>
      </w:pPr>
    </w:p>
    <w:p w:rsidR="008A205F" w:rsidRPr="00E756DA" w:rsidRDefault="008A205F" w:rsidP="008A205F">
      <w:pPr>
        <w:spacing w:line="276" w:lineRule="auto"/>
        <w:rPr>
          <w:rStyle w:val="Hervorhebung"/>
        </w:rPr>
      </w:pPr>
      <w:r>
        <w:rPr>
          <w:rStyle w:val="Hervorhebung"/>
          <w:sz w:val="22"/>
        </w:rPr>
        <w:t>Las fresadoras grandes fabricadas a partir del año 2010 también pueden equiparse con el sistema WPT.</w:t>
      </w:r>
    </w:p>
    <w:p w:rsidR="008A205F" w:rsidRDefault="008A205F" w:rsidP="008A205F">
      <w:pPr>
        <w:spacing w:line="276" w:lineRule="auto"/>
        <w:jc w:val="both"/>
        <w:rPr>
          <w:rStyle w:val="Hervorhebung"/>
          <w:sz w:val="22"/>
          <w:szCs w:val="22"/>
        </w:rPr>
      </w:pPr>
      <w:r>
        <w:rPr>
          <w:rStyle w:val="Hervorhebung"/>
          <w:b w:val="0"/>
          <w:sz w:val="22"/>
        </w:rPr>
        <w:t>El sistema PERFORMANCE TRACKER de Wirtgen es el complemento ideal para la solución telemática WITOS del Wirtgen Group y ofrece una determinación transparente del rendimiento de fresado.</w:t>
      </w:r>
      <w:r>
        <w:rPr>
          <w:rStyle w:val="Hervorhebung"/>
          <w:b w:val="0"/>
          <w:sz w:val="22"/>
          <w:szCs w:val="22"/>
        </w:rPr>
        <w:t xml:space="preserve"> Una vez finalizado el trabajo de fresado, se crea automáticamente un informe de medición en formato Excel y PDF, y se envía por correo electrónico, por ejemplo, al centro de control de pedidos de la empresa operadora de la máquina. Además de la nueva Serie F, es posible equipar todas las fresadoras grandes de Wirtgen fabricadas a partir del año 2010 con el sistema WPT.</w:t>
      </w:r>
    </w:p>
    <w:p w:rsidR="008A205F" w:rsidRDefault="008A205F" w:rsidP="00737217">
      <w:pPr>
        <w:spacing w:line="276" w:lineRule="auto"/>
        <w:jc w:val="both"/>
        <w:rPr>
          <w:rStyle w:val="Hervorhebung"/>
          <w:sz w:val="22"/>
          <w:szCs w:val="22"/>
        </w:rPr>
      </w:pPr>
    </w:p>
    <w:p w:rsidR="00737217" w:rsidRPr="00D53B64" w:rsidRDefault="00737217" w:rsidP="00737217">
      <w:pPr>
        <w:spacing w:line="276" w:lineRule="auto"/>
        <w:jc w:val="both"/>
        <w:rPr>
          <w:rStyle w:val="Hervorhebung"/>
          <w:sz w:val="22"/>
          <w:szCs w:val="22"/>
        </w:rPr>
      </w:pPr>
      <w:r>
        <w:rPr>
          <w:rStyle w:val="Hervorhebung"/>
          <w:sz w:val="22"/>
          <w:szCs w:val="22"/>
        </w:rPr>
        <w:t>La interfaz hombre-máquina optimiza el manejo cómodo</w:t>
      </w:r>
      <w:r>
        <w:rPr>
          <w:b/>
          <w:iCs/>
          <w:sz w:val="22"/>
          <w:szCs w:val="22"/>
        </w:rPr>
        <w:t xml:space="preserve"> </w:t>
      </w:r>
    </w:p>
    <w:p w:rsidR="009E0103" w:rsidRDefault="00A55946" w:rsidP="00737217">
      <w:pPr>
        <w:pStyle w:val="Text"/>
        <w:spacing w:line="276" w:lineRule="auto"/>
        <w:rPr>
          <w:rStyle w:val="Hervorhebung"/>
          <w:b w:val="0"/>
          <w:szCs w:val="22"/>
        </w:rPr>
      </w:pPr>
      <w:r>
        <w:rPr>
          <w:rStyle w:val="Hervorhebung"/>
          <w:b w:val="0"/>
          <w:szCs w:val="22"/>
        </w:rPr>
        <w:t xml:space="preserve">La nueva concepción del manejo mejora la comunicación global entre el hombre y la máquina. </w:t>
      </w:r>
      <w:r>
        <w:t xml:space="preserve">Con ayuda de un </w:t>
      </w:r>
      <w:r>
        <w:rPr>
          <w:rStyle w:val="Hervorhebung"/>
          <w:b w:val="0"/>
          <w:szCs w:val="22"/>
        </w:rPr>
        <w:t xml:space="preserve">software adaptado a las necesidades del fresado en frío, la máquina proporciona al operario todos los datos de importancia sobre el proceso de fresado y el estado de la fresadora. Mientras que antes se necesitaban tres pantallas para visualizar la información, ahora basta una sola pantalla dispuesta en el panel de mando para informar al operario de forma rápida y clara. Esto permite al operario obtener, en cualquier momento, todos los parámetros relevantes de un vistazo y supervisar y controlar la máquina simultáneamente. El manejo es intuitivo y muy ergonómico. El panel de mando grande de 7 pulgadas permite consultar todas las funciones y estados de la máquina. Todas las operaciones de nivelación de LEVEL </w:t>
      </w:r>
      <w:r>
        <w:rPr>
          <w:rStyle w:val="Hervorhebung"/>
          <w:b w:val="0"/>
          <w:szCs w:val="22"/>
        </w:rPr>
        <w:lastRenderedPageBreak/>
        <w:t>PRO ACTIVE se controlan a través de un panel de mando de 5 pulgadas, que también se puede colocar en los lados derecho e izquierdo de la máquina. De forma adicional, es posible integrar hasta dos paneles de mando de 2 pulgadas con teclas favoritas en el puesto del conductor, que ayudan al operario a realizar las funciones de control esenciales de forma particularmente cómoda.</w:t>
      </w:r>
    </w:p>
    <w:p w:rsidR="009E0103" w:rsidRDefault="009E0103" w:rsidP="009E0103">
      <w:pPr>
        <w:pStyle w:val="Text"/>
        <w:rPr>
          <w:rStyle w:val="Hervorhebung"/>
          <w:b w:val="0"/>
          <w:szCs w:val="22"/>
        </w:rPr>
      </w:pPr>
    </w:p>
    <w:p w:rsidR="0076096B" w:rsidRDefault="003B095B" w:rsidP="005061C0">
      <w:pPr>
        <w:spacing w:line="276" w:lineRule="auto"/>
        <w:jc w:val="both"/>
        <w:rPr>
          <w:rStyle w:val="Hervorhebung"/>
          <w:sz w:val="22"/>
          <w:szCs w:val="22"/>
        </w:rPr>
      </w:pPr>
      <w:r>
        <w:rPr>
          <w:rStyle w:val="Hervorhebung"/>
          <w:sz w:val="22"/>
          <w:szCs w:val="22"/>
        </w:rPr>
        <w:t>Sistema preciso de nivelación LEVEL PRO ACTIVE con nuevas funciones automáticas</w:t>
      </w:r>
    </w:p>
    <w:p w:rsidR="00372B61" w:rsidRDefault="00FA5927" w:rsidP="005061C0">
      <w:pPr>
        <w:spacing w:line="276" w:lineRule="auto"/>
        <w:jc w:val="both"/>
        <w:rPr>
          <w:rStyle w:val="Hervorhebung"/>
          <w:b w:val="0"/>
          <w:sz w:val="22"/>
          <w:szCs w:val="22"/>
        </w:rPr>
      </w:pPr>
      <w:r>
        <w:rPr>
          <w:rStyle w:val="Hervorhebung"/>
          <w:b w:val="0"/>
          <w:sz w:val="22"/>
          <w:szCs w:val="22"/>
        </w:rPr>
        <w:t>Gracias a la integración completa de LEVEL PRO ACTIVE</w:t>
      </w:r>
      <w:r>
        <w:t xml:space="preserve"> </w:t>
      </w:r>
      <w:r>
        <w:rPr>
          <w:rStyle w:val="Hervorhebung"/>
          <w:b w:val="0"/>
          <w:sz w:val="22"/>
          <w:szCs w:val="22"/>
        </w:rPr>
        <w:t>en la unidad de mando de la máquina, las funciones importantes de la máquina están enlazadas entre sí y los resultados de fresado, ya programados. El sistema de nivelación, a la vez, ofrece muchas funciones automáticas y adicionales que facilitan el trabajo del operario.</w:t>
      </w:r>
    </w:p>
    <w:p w:rsidR="00FB37D6" w:rsidRDefault="00FB37D6" w:rsidP="005061C0">
      <w:pPr>
        <w:spacing w:line="276" w:lineRule="auto"/>
        <w:jc w:val="both"/>
        <w:rPr>
          <w:rStyle w:val="Hervorhebung"/>
          <w:b w:val="0"/>
          <w:sz w:val="22"/>
          <w:szCs w:val="22"/>
        </w:rPr>
      </w:pPr>
    </w:p>
    <w:p w:rsidR="009366E9" w:rsidRDefault="0076096B" w:rsidP="005061C0">
      <w:pPr>
        <w:spacing w:line="276" w:lineRule="auto"/>
        <w:jc w:val="both"/>
        <w:rPr>
          <w:rStyle w:val="Hervorhebung"/>
          <w:b w:val="0"/>
          <w:sz w:val="22"/>
          <w:szCs w:val="22"/>
        </w:rPr>
      </w:pPr>
      <w:r>
        <w:rPr>
          <w:rStyle w:val="Hervorhebung"/>
          <w:b w:val="0"/>
          <w:sz w:val="22"/>
          <w:szCs w:val="22"/>
        </w:rPr>
        <w:t>De esta forma, se pueden realizar con toda rapidez los procesos de trabajo, por ejemplo, levantando la máquina para pasar por encima de una tapa de alcantarillado. El LEVEL PRO ACTIVE también apoya activamente la colocación precisa de la máquina para fresar una segunda vía, lo que conlleva una considerable mejora de la calidad de la superficie fresada.</w:t>
      </w:r>
    </w:p>
    <w:p w:rsidR="00897221" w:rsidRDefault="00897221">
      <w:pPr>
        <w:rPr>
          <w:rStyle w:val="Hervorhebung"/>
          <w:sz w:val="22"/>
          <w:szCs w:val="22"/>
        </w:rPr>
      </w:pPr>
    </w:p>
    <w:p w:rsidR="00130765" w:rsidRPr="00130765" w:rsidRDefault="00130765" w:rsidP="007E4796">
      <w:pPr>
        <w:spacing w:line="276" w:lineRule="auto"/>
        <w:jc w:val="both"/>
        <w:rPr>
          <w:rStyle w:val="Hervorhebung"/>
          <w:sz w:val="22"/>
          <w:szCs w:val="22"/>
        </w:rPr>
      </w:pPr>
      <w:r>
        <w:rPr>
          <w:rStyle w:val="Hervorhebung"/>
          <w:sz w:val="22"/>
          <w:szCs w:val="22"/>
        </w:rPr>
        <w:t>Cambio sencillo y rápido del tambor de fresado en solo 15 minutos</w:t>
      </w:r>
    </w:p>
    <w:p w:rsidR="009366E9" w:rsidRDefault="00336631" w:rsidP="000D5D0C">
      <w:pPr>
        <w:spacing w:line="276" w:lineRule="auto"/>
        <w:jc w:val="both"/>
        <w:rPr>
          <w:rStyle w:val="Hervorhebung"/>
          <w:b w:val="0"/>
          <w:sz w:val="22"/>
          <w:szCs w:val="22"/>
        </w:rPr>
      </w:pPr>
      <w:r>
        <w:rPr>
          <w:rStyle w:val="Hervorhebung"/>
          <w:b w:val="0"/>
          <w:sz w:val="22"/>
          <w:szCs w:val="22"/>
        </w:rPr>
        <w:t>Cuanto más fácil y velozmente se pueda cambiar un tambor de fresado, tanto más rápidamente se podrá volver a utilizar la fresadora en frío y rentabilizar su uso. Con el Multiple Cutting System (MCS) opcional, se pueden cambiar los tambores de fresado con la misma anchura de fresado y diferentes distancias entre líneas en tan solo 15 minutos, sin necesidad de herramientas adicionales: algo innovador y único en el sector.</w:t>
      </w:r>
    </w:p>
    <w:p w:rsidR="009366E9" w:rsidRDefault="009366E9" w:rsidP="000D5D0C">
      <w:pPr>
        <w:spacing w:line="276" w:lineRule="auto"/>
        <w:jc w:val="both"/>
        <w:rPr>
          <w:rStyle w:val="Hervorhebung"/>
          <w:b w:val="0"/>
          <w:sz w:val="22"/>
          <w:szCs w:val="22"/>
        </w:rPr>
      </w:pPr>
    </w:p>
    <w:p w:rsidR="00BE6F0D" w:rsidRDefault="00336631" w:rsidP="000D5D0C">
      <w:pPr>
        <w:spacing w:line="276" w:lineRule="auto"/>
        <w:jc w:val="both"/>
        <w:rPr>
          <w:rStyle w:val="Hervorhebung"/>
          <w:b w:val="0"/>
          <w:sz w:val="22"/>
          <w:szCs w:val="22"/>
        </w:rPr>
      </w:pPr>
      <w:r>
        <w:rPr>
          <w:rStyle w:val="Hervorhebung"/>
          <w:b w:val="0"/>
          <w:sz w:val="22"/>
          <w:szCs w:val="22"/>
        </w:rPr>
        <w:t>Para comenzar, se abre hidráulicamente la puerta lateral. El tambor de fresado se encuentra fijado mediante un tornillo central, sobre el cual se coloca la herramienta de aflojamiento suministrada para aflojarlo tras pulsar un botón mediante el dispositivo de giro del tambor de fresado. A continuación, el operario únicamente tiene que retirar el tornillo y extraer el tambor de fresado.</w:t>
      </w:r>
    </w:p>
    <w:p w:rsidR="00FB37D6" w:rsidRDefault="00FB37D6" w:rsidP="000D5D0C">
      <w:pPr>
        <w:spacing w:line="276" w:lineRule="auto"/>
        <w:jc w:val="both"/>
        <w:rPr>
          <w:rStyle w:val="Hervorhebung"/>
          <w:b w:val="0"/>
          <w:sz w:val="22"/>
          <w:szCs w:val="22"/>
        </w:rPr>
      </w:pPr>
    </w:p>
    <w:p w:rsidR="0084776D" w:rsidRDefault="00336631" w:rsidP="000D5D0C">
      <w:pPr>
        <w:spacing w:line="276" w:lineRule="auto"/>
        <w:jc w:val="both"/>
        <w:rPr>
          <w:rStyle w:val="Hervorhebung"/>
          <w:b w:val="0"/>
          <w:sz w:val="22"/>
          <w:szCs w:val="22"/>
        </w:rPr>
      </w:pPr>
      <w:r>
        <w:rPr>
          <w:rStyle w:val="Hervorhebung"/>
          <w:b w:val="0"/>
          <w:sz w:val="22"/>
          <w:szCs w:val="22"/>
        </w:rPr>
        <w:t>El intercambio simplificado de los tambores de fresado, específicos para cada aplicación, con diferentes distancias entre líneas ofrece muchas ventajas, ya que no solo aumenta la productividad de la máquina, sino que con el cambio a un tambor de fresado ideal para el trabajo a realizar también se reducen considerablemente los costes de desgaste. Además de esto, los clientes de Wirtgen pueden reaccionar de forma rápida y flexible a las necesidades cambiantes del día a día.</w:t>
      </w:r>
    </w:p>
    <w:p w:rsidR="0084776D" w:rsidRDefault="0084776D" w:rsidP="000D5D0C">
      <w:pPr>
        <w:spacing w:line="276" w:lineRule="auto"/>
        <w:jc w:val="both"/>
        <w:rPr>
          <w:rStyle w:val="Hervorhebung"/>
          <w:b w:val="0"/>
          <w:sz w:val="22"/>
          <w:szCs w:val="22"/>
        </w:rPr>
      </w:pPr>
    </w:p>
    <w:p w:rsidR="00801D12" w:rsidRPr="00801D12" w:rsidRDefault="00571427" w:rsidP="000D5D0C">
      <w:pPr>
        <w:spacing w:line="276" w:lineRule="auto"/>
        <w:jc w:val="both"/>
        <w:rPr>
          <w:rStyle w:val="Hervorhebung"/>
          <w:b w:val="0"/>
          <w:i/>
          <w:sz w:val="22"/>
          <w:szCs w:val="22"/>
        </w:rPr>
      </w:pPr>
      <w:r>
        <w:rPr>
          <w:rStyle w:val="Hervorhebung"/>
          <w:b w:val="0"/>
          <w:i/>
          <w:sz w:val="22"/>
          <w:szCs w:val="22"/>
        </w:rPr>
        <w:t>Cambio de toda la unidad del tambor de fresado</w:t>
      </w:r>
      <w:r>
        <w:t xml:space="preserve"> </w:t>
      </w:r>
      <w:r>
        <w:rPr>
          <w:rStyle w:val="Hervorhebung"/>
          <w:b w:val="0"/>
          <w:i/>
          <w:sz w:val="22"/>
          <w:szCs w:val="22"/>
        </w:rPr>
        <w:t>en tan solo una hora</w:t>
      </w:r>
    </w:p>
    <w:p w:rsidR="009263E6" w:rsidRDefault="000D5D0C" w:rsidP="000D5D0C">
      <w:pPr>
        <w:spacing w:line="276" w:lineRule="auto"/>
        <w:jc w:val="both"/>
        <w:rPr>
          <w:rStyle w:val="Hervorhebung"/>
          <w:b w:val="0"/>
          <w:sz w:val="22"/>
          <w:szCs w:val="22"/>
        </w:rPr>
      </w:pPr>
      <w:r>
        <w:rPr>
          <w:rStyle w:val="Hervorhebung"/>
          <w:b w:val="0"/>
          <w:sz w:val="22"/>
          <w:szCs w:val="22"/>
        </w:rPr>
        <w:t xml:space="preserve">Gracias a la nueva unidad de fresado de cambio rápido, es posible utilizar unidades de fresado con diferentes anchuras de fresado; en el caso de la W 210 Fi, 2,0 m, 2,2 m o 2,5 m y, en el caso de la W 200 Fi/W 200 F, 1,5 m, 2,0 m o 2,2 m. La </w:t>
      </w:r>
      <w:r>
        <w:rPr>
          <w:rStyle w:val="Hervorhebung"/>
          <w:b w:val="0"/>
          <w:sz w:val="22"/>
          <w:szCs w:val="22"/>
        </w:rPr>
        <w:lastRenderedPageBreak/>
        <w:t>unidad de fresado completamente premontada se puede cambiar en tan solo una hora.</w:t>
      </w:r>
    </w:p>
    <w:p w:rsidR="00897221" w:rsidRDefault="00897221" w:rsidP="00FF756E">
      <w:pPr>
        <w:spacing w:line="276" w:lineRule="auto"/>
        <w:jc w:val="both"/>
        <w:rPr>
          <w:rStyle w:val="Hervorhebung"/>
          <w:b w:val="0"/>
          <w:sz w:val="22"/>
          <w:szCs w:val="22"/>
        </w:rPr>
      </w:pPr>
    </w:p>
    <w:p w:rsidR="00FF756E" w:rsidRPr="00E0417A" w:rsidRDefault="00541FF4" w:rsidP="007525E8">
      <w:pPr>
        <w:rPr>
          <w:rStyle w:val="Hervorhebung"/>
          <w:sz w:val="22"/>
        </w:rPr>
      </w:pPr>
      <w:r>
        <w:rPr>
          <w:rStyle w:val="Hervorhebung"/>
          <w:b w:val="0"/>
          <w:sz w:val="22"/>
        </w:rPr>
        <w:t>--- FIN</w:t>
      </w:r>
      <w:r>
        <w:rPr>
          <w:rStyle w:val="Hervorhebung"/>
          <w:sz w:val="22"/>
        </w:rPr>
        <w:t xml:space="preserve"> ---</w:t>
      </w:r>
    </w:p>
    <w:p w:rsidR="006B0D29" w:rsidRDefault="006B0D29">
      <w:pPr>
        <w:rPr>
          <w:rFonts w:ascii="Verdana" w:eastAsia="Calibri" w:hAnsi="Verdana" w:cs="Times New Roman"/>
          <w:b/>
          <w:sz w:val="22"/>
          <w:szCs w:val="22"/>
        </w:rPr>
      </w:pPr>
    </w:p>
    <w:p w:rsidR="00897221" w:rsidRDefault="00897221">
      <w:pPr>
        <w:rPr>
          <w:rFonts w:ascii="Verdana" w:eastAsia="Calibri" w:hAnsi="Verdana" w:cs="Times New Roman"/>
          <w:b/>
          <w:sz w:val="22"/>
          <w:szCs w:val="22"/>
        </w:rPr>
      </w:pPr>
    </w:p>
    <w:p w:rsidR="00D166AC" w:rsidRDefault="002844EF" w:rsidP="00C644CA">
      <w:pPr>
        <w:pStyle w:val="HeadlineFotos"/>
      </w:pPr>
      <w:r>
        <w:rPr>
          <w:rFonts w:ascii="Verdana" w:hAnsi="Verdana"/>
          <w:caps w:val="0"/>
          <w:szCs w:val="22"/>
        </w:rPr>
        <w:t>Fotos</w:t>
      </w:r>
      <w:r>
        <w:t>:</w:t>
      </w:r>
    </w:p>
    <w:tbl>
      <w:tblPr>
        <w:tblStyle w:val="Basic"/>
        <w:tblW w:w="0" w:type="auto"/>
        <w:tblCellSpacing w:w="71" w:type="dxa"/>
        <w:tblLook w:val="04A0" w:firstRow="1" w:lastRow="0" w:firstColumn="1" w:lastColumn="0" w:noHBand="0" w:noVBand="1"/>
      </w:tblPr>
      <w:tblGrid>
        <w:gridCol w:w="4964"/>
        <w:gridCol w:w="4844"/>
      </w:tblGrid>
      <w:tr w:rsidR="00D166AC" w:rsidRPr="00846154"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025AF8DE" wp14:editId="770A099A">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14683F" w:rsidRPr="00710A37" w:rsidRDefault="000C2D16" w:rsidP="0014683F">
            <w:pPr>
              <w:pStyle w:val="berschrift3"/>
              <w:outlineLvl w:val="2"/>
            </w:pPr>
            <w:r>
              <w:t>W_photo_W210Fi_00005_HI</w:t>
            </w:r>
          </w:p>
          <w:p w:rsidR="00D166AC" w:rsidRPr="00846154" w:rsidRDefault="00053976" w:rsidP="00FB37D6">
            <w:pPr>
              <w:pStyle w:val="Text"/>
              <w:spacing w:line="276" w:lineRule="auto"/>
              <w:jc w:val="left"/>
              <w:rPr>
                <w:sz w:val="20"/>
              </w:rPr>
            </w:pPr>
            <w:r>
              <w:rPr>
                <w:sz w:val="20"/>
              </w:rPr>
              <w:t>Muy potente: la nueva fresadora grande W 210 Fi de Wirtgen es la fresadora profesional de máximo rendimiento.</w:t>
            </w:r>
          </w:p>
        </w:tc>
      </w:tr>
    </w:tbl>
    <w:p w:rsidR="00D166AC" w:rsidRPr="00846154" w:rsidRDefault="00D166AC" w:rsidP="00D166AC">
      <w:pPr>
        <w:pStyle w:val="Text"/>
      </w:pPr>
    </w:p>
    <w:tbl>
      <w:tblPr>
        <w:tblStyle w:val="Basic"/>
        <w:tblW w:w="0" w:type="auto"/>
        <w:tblCellSpacing w:w="71" w:type="dxa"/>
        <w:tblLook w:val="04A0" w:firstRow="1" w:lastRow="0" w:firstColumn="1" w:lastColumn="0" w:noHBand="0" w:noVBand="1"/>
      </w:tblPr>
      <w:tblGrid>
        <w:gridCol w:w="4925"/>
        <w:gridCol w:w="4883"/>
      </w:tblGrid>
      <w:tr w:rsidR="00A547C0" w:rsidRPr="005B3697" w:rsidTr="00D4304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547C0" w:rsidRPr="00D166AC" w:rsidRDefault="00FD1935" w:rsidP="00D4304D">
            <w:r>
              <w:t xml:space="preserve">    </w:t>
            </w:r>
            <w:r>
              <w:rPr>
                <w:noProof/>
                <w:lang w:val="de-DE" w:eastAsia="de-DE"/>
              </w:rPr>
              <w:drawing>
                <wp:inline distT="0" distB="0" distL="0" distR="0" wp14:anchorId="1CA81F9E" wp14:editId="78D1B2ED">
                  <wp:extent cx="2426842" cy="1759340"/>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26842" cy="1759340"/>
                          </a:xfrm>
                          <a:prstGeom prst="rect">
                            <a:avLst/>
                          </a:prstGeom>
                          <a:noFill/>
                          <a:ln>
                            <a:noFill/>
                          </a:ln>
                        </pic:spPr>
                      </pic:pic>
                    </a:graphicData>
                  </a:graphic>
                </wp:inline>
              </w:drawing>
            </w:r>
          </w:p>
        </w:tc>
        <w:tc>
          <w:tcPr>
            <w:tcW w:w="4832" w:type="dxa"/>
          </w:tcPr>
          <w:p w:rsidR="00A547C0" w:rsidRDefault="00FD1935" w:rsidP="00D4304D">
            <w:pPr>
              <w:pStyle w:val="berschrift3"/>
              <w:outlineLvl w:val="2"/>
            </w:pPr>
            <w:r>
              <w:t>W_graphic_W210Fi_00004_HI</w:t>
            </w:r>
          </w:p>
          <w:p w:rsidR="00A547C0" w:rsidRPr="005B3697" w:rsidRDefault="00A547C0" w:rsidP="00D4304D">
            <w:pPr>
              <w:pStyle w:val="Text"/>
              <w:spacing w:line="276" w:lineRule="auto"/>
              <w:jc w:val="left"/>
              <w:rPr>
                <w:sz w:val="20"/>
              </w:rPr>
            </w:pPr>
            <w:r>
              <w:rPr>
                <w:sz w:val="20"/>
              </w:rPr>
              <w:t>Calidad: el sistema automático de nivelación LEVEL PRO ACTIVE de Wirtgen, totalmente integrado en la fresadora, garantiza una superficie llana y fresada conforme al perfil.</w:t>
            </w:r>
          </w:p>
        </w:tc>
      </w:tr>
    </w:tbl>
    <w:p w:rsidR="00A547C0" w:rsidRDefault="00A547C0" w:rsidP="00A547C0">
      <w:pPr>
        <w:pStyle w:val="Text"/>
      </w:pPr>
    </w:p>
    <w:tbl>
      <w:tblPr>
        <w:tblStyle w:val="Basic"/>
        <w:tblW w:w="9889" w:type="dxa"/>
        <w:tblCellSpacing w:w="71" w:type="dxa"/>
        <w:tblLook w:val="04A0" w:firstRow="1" w:lastRow="0" w:firstColumn="1" w:lastColumn="0" w:noHBand="0" w:noVBand="1"/>
      </w:tblPr>
      <w:tblGrid>
        <w:gridCol w:w="4962"/>
        <w:gridCol w:w="4927"/>
      </w:tblGrid>
      <w:tr w:rsidR="00A547C0" w:rsidRPr="005B3697" w:rsidTr="00D4304D">
        <w:trPr>
          <w:cnfStyle w:val="100000000000" w:firstRow="1" w:lastRow="0" w:firstColumn="0" w:lastColumn="0" w:oddVBand="0" w:evenVBand="0" w:oddHBand="0" w:evenHBand="0" w:firstRowFirstColumn="0" w:firstRowLastColumn="0" w:lastRowFirstColumn="0" w:lastRowLastColumn="0"/>
          <w:tblCellSpacing w:w="71" w:type="dxa"/>
        </w:trPr>
        <w:tc>
          <w:tcPr>
            <w:tcW w:w="4749" w:type="dxa"/>
            <w:tcBorders>
              <w:right w:val="single" w:sz="4" w:space="0" w:color="auto"/>
            </w:tcBorders>
          </w:tcPr>
          <w:p w:rsidR="00A547C0" w:rsidRPr="00D166AC" w:rsidRDefault="00A547C0" w:rsidP="00FD1935">
            <w:r>
              <w:t xml:space="preserve">           </w:t>
            </w:r>
            <w:r>
              <w:rPr>
                <w:noProof/>
                <w:lang w:val="de-DE" w:eastAsia="de-DE"/>
              </w:rPr>
              <w:drawing>
                <wp:inline distT="0" distB="0" distL="0" distR="0" wp14:anchorId="3745B41F" wp14:editId="081BE594">
                  <wp:extent cx="2238375" cy="1809750"/>
                  <wp:effectExtent l="0" t="0" r="9525"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245054" cy="1815150"/>
                          </a:xfrm>
                          <a:prstGeom prst="rect">
                            <a:avLst/>
                          </a:prstGeom>
                          <a:noFill/>
                          <a:ln>
                            <a:noFill/>
                          </a:ln>
                        </pic:spPr>
                      </pic:pic>
                    </a:graphicData>
                  </a:graphic>
                </wp:inline>
              </w:drawing>
            </w:r>
          </w:p>
        </w:tc>
        <w:tc>
          <w:tcPr>
            <w:tcW w:w="4714" w:type="dxa"/>
          </w:tcPr>
          <w:p w:rsidR="00A547C0" w:rsidRDefault="00FF2E2E" w:rsidP="00D4304D">
            <w:pPr>
              <w:pStyle w:val="berschrift3"/>
              <w:outlineLvl w:val="2"/>
            </w:pPr>
            <w:r>
              <w:t>W_graphic_W210Fi_00029_HI</w:t>
            </w:r>
          </w:p>
          <w:p w:rsidR="00A547C0" w:rsidRPr="005B3697" w:rsidRDefault="00A547C0" w:rsidP="00D4304D">
            <w:pPr>
              <w:pStyle w:val="Text"/>
              <w:spacing w:line="276" w:lineRule="auto"/>
              <w:jc w:val="left"/>
              <w:rPr>
                <w:sz w:val="20"/>
              </w:rPr>
            </w:pPr>
            <w:r>
              <w:rPr>
                <w:sz w:val="20"/>
              </w:rPr>
              <w:t>Nuevo puesto del conductor: el techo protector de regulación hidráulica de la altura de las fresadoras grandes de Wirtgen se puede adaptar individualmente a las condiciones de trabajo y a las condiciones meteorológicas. Además, es posible ampliar la plataforma del puesto del conductor más de 20 cm más allá del borde de la máquina.</w:t>
            </w:r>
          </w:p>
        </w:tc>
      </w:tr>
    </w:tbl>
    <w:p w:rsidR="00FB37D6" w:rsidRDefault="00FB37D6" w:rsidP="00D166AC">
      <w:pPr>
        <w:pStyle w:val="Text"/>
      </w:pPr>
    </w:p>
    <w:p w:rsidR="00FB37D6" w:rsidRDefault="00FB37D6" w:rsidP="00FB37D6">
      <w:pPr>
        <w:pStyle w:val="Text"/>
      </w:pPr>
      <w:r>
        <w:br w:type="page"/>
      </w:r>
    </w:p>
    <w:p w:rsidR="00FB37D6" w:rsidRDefault="00FB37D6" w:rsidP="00FB37D6">
      <w:pPr>
        <w:pStyle w:val="HeadlineFotos"/>
      </w:pPr>
      <w:r>
        <w:rPr>
          <w:rFonts w:ascii="Verdana" w:hAnsi="Verdana"/>
          <w:caps w:val="0"/>
          <w:szCs w:val="22"/>
        </w:rPr>
        <w:lastRenderedPageBreak/>
        <w:t>Fotos</w:t>
      </w:r>
      <w:r>
        <w:t>:</w:t>
      </w:r>
    </w:p>
    <w:tbl>
      <w:tblPr>
        <w:tblStyle w:val="Basic"/>
        <w:tblW w:w="0" w:type="auto"/>
        <w:tblCellSpacing w:w="71" w:type="dxa"/>
        <w:tblLook w:val="04A0" w:firstRow="1" w:lastRow="0" w:firstColumn="1" w:lastColumn="0" w:noHBand="0" w:noVBand="1"/>
      </w:tblPr>
      <w:tblGrid>
        <w:gridCol w:w="4964"/>
        <w:gridCol w:w="4844"/>
      </w:tblGrid>
      <w:tr w:rsidR="00C502C7" w:rsidRPr="00497238" w:rsidTr="006A0EF5">
        <w:trPr>
          <w:cnfStyle w:val="100000000000" w:firstRow="1" w:lastRow="0" w:firstColumn="0" w:lastColumn="0" w:oddVBand="0" w:evenVBand="0" w:oddHBand="0" w:evenHBand="0" w:firstRowFirstColumn="0" w:firstRowLastColumn="0" w:lastRowFirstColumn="0" w:lastRowLastColumn="0"/>
          <w:tblCellSpacing w:w="71" w:type="dxa"/>
        </w:trPr>
        <w:tc>
          <w:tcPr>
            <w:tcW w:w="4751" w:type="dxa"/>
            <w:tcBorders>
              <w:right w:val="single" w:sz="4" w:space="0" w:color="auto"/>
            </w:tcBorders>
          </w:tcPr>
          <w:p w:rsidR="00C502C7" w:rsidRPr="00D166AC" w:rsidRDefault="00C502C7" w:rsidP="006A0EF5">
            <w:r>
              <w:br w:type="page"/>
            </w:r>
            <w:r>
              <w:rPr>
                <w:noProof/>
                <w:lang w:val="de-DE" w:eastAsia="de-DE"/>
              </w:rPr>
              <w:drawing>
                <wp:inline distT="0" distB="0" distL="0" distR="0" wp14:anchorId="21570C28" wp14:editId="237A271C">
                  <wp:extent cx="2667000" cy="2009775"/>
                  <wp:effectExtent l="0" t="0" r="0" b="9525"/>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68628" cy="2011002"/>
                          </a:xfrm>
                          <a:prstGeom prst="rect">
                            <a:avLst/>
                          </a:prstGeom>
                          <a:noFill/>
                          <a:ln>
                            <a:noFill/>
                          </a:ln>
                        </pic:spPr>
                      </pic:pic>
                    </a:graphicData>
                  </a:graphic>
                </wp:inline>
              </w:drawing>
            </w:r>
          </w:p>
        </w:tc>
        <w:tc>
          <w:tcPr>
            <w:tcW w:w="4631" w:type="dxa"/>
          </w:tcPr>
          <w:p w:rsidR="00C502C7" w:rsidRPr="00710A37" w:rsidRDefault="00496330" w:rsidP="006A0EF5">
            <w:pPr>
              <w:pStyle w:val="berschrift3"/>
              <w:outlineLvl w:val="2"/>
            </w:pPr>
            <w:r>
              <w:t>W_graphic_W210Fi_00037_HI</w:t>
            </w:r>
          </w:p>
          <w:p w:rsidR="00C502C7" w:rsidRPr="00F14C71" w:rsidRDefault="00C502C7" w:rsidP="006A0EF5">
            <w:pPr>
              <w:pStyle w:val="Text"/>
              <w:jc w:val="left"/>
              <w:rPr>
                <w:sz w:val="20"/>
              </w:rPr>
            </w:pPr>
            <w:r>
              <w:rPr>
                <w:sz w:val="20"/>
              </w:rPr>
              <w:t>Recambio sencillo: gracias al nuevo Multiple Cutting System de Wirtgen, los tambores de fresado se pueden cambiar en tan solo 15 minutos.</w:t>
            </w:r>
          </w:p>
          <w:p w:rsidR="00C502C7" w:rsidRPr="00497238" w:rsidRDefault="00C502C7" w:rsidP="006A0EF5">
            <w:pPr>
              <w:pStyle w:val="Text"/>
              <w:jc w:val="left"/>
              <w:rPr>
                <w:sz w:val="20"/>
              </w:rPr>
            </w:pPr>
          </w:p>
        </w:tc>
      </w:tr>
    </w:tbl>
    <w:p w:rsidR="00C502C7" w:rsidRDefault="00C502C7" w:rsidP="00C03396">
      <w:pPr>
        <w:pStyle w:val="Text"/>
      </w:pPr>
    </w:p>
    <w:p w:rsidR="007D1577" w:rsidRPr="007D1577" w:rsidRDefault="007D1577" w:rsidP="007D1577">
      <w:pPr>
        <w:spacing w:line="280" w:lineRule="atLeast"/>
        <w:rPr>
          <w:rFonts w:ascii="Verdana" w:eastAsia="Verdana" w:hAnsi="Verdana" w:cs="Times New Roman"/>
          <w:i/>
          <w:sz w:val="22"/>
          <w:szCs w:val="22"/>
          <w:lang w:val="es-ES_tradnl"/>
        </w:rPr>
      </w:pPr>
      <w:r w:rsidRPr="007D1577">
        <w:rPr>
          <w:rFonts w:ascii="Verdana" w:eastAsia="Verdana" w:hAnsi="Verdana" w:cs="Times New Roman"/>
          <w:i/>
          <w:sz w:val="22"/>
          <w:szCs w:val="22"/>
          <w:u w:val="single"/>
          <w:lang w:val="es-ES_tradnl"/>
        </w:rPr>
        <w:t>Nota:</w:t>
      </w:r>
      <w:r w:rsidRPr="007D1577">
        <w:rPr>
          <w:rFonts w:ascii="Verdana" w:eastAsia="Verdana" w:hAnsi="Verdana" w:cs="Times New Roman"/>
          <w:i/>
          <w:sz w:val="22"/>
          <w:szCs w:val="22"/>
          <w:lang w:val="es-ES_tradnl"/>
        </w:rPr>
        <w:t xml:space="preserve"> Estas fotos sirven únicamente de vista previa. Para la impresión en las publicaciones, por favor, utilice fotos con una resolución de 300 dpi que podrá descargar de las páginas web de Wirtgen GmbH y del Wirtgen Group.</w:t>
      </w:r>
    </w:p>
    <w:p w:rsidR="007D1577" w:rsidRPr="007D1577" w:rsidRDefault="007D1577" w:rsidP="007D1577">
      <w:pPr>
        <w:spacing w:line="280" w:lineRule="atLeast"/>
        <w:rPr>
          <w:rFonts w:ascii="Verdana" w:eastAsia="Verdana" w:hAnsi="Verdana" w:cs="Times New Roman"/>
          <w:sz w:val="22"/>
          <w:szCs w:val="22"/>
          <w:lang w:val="es-ES_tradnl"/>
        </w:rPr>
      </w:pPr>
    </w:p>
    <w:p w:rsidR="007D1577" w:rsidRPr="007D1577" w:rsidRDefault="007D1577" w:rsidP="007D1577">
      <w:pPr>
        <w:spacing w:line="280" w:lineRule="atLeast"/>
        <w:rPr>
          <w:rFonts w:ascii="Verdana" w:eastAsia="Verdana" w:hAnsi="Verdana" w:cs="Times New Roman"/>
          <w:sz w:val="22"/>
          <w:szCs w:val="22"/>
          <w:lang w:val="es-ES_tradnl"/>
        </w:rPr>
      </w:pPr>
      <w:bookmarkStart w:id="0" w:name="_GoBack"/>
      <w:bookmarkEnd w:id="0"/>
    </w:p>
    <w:tbl>
      <w:tblPr>
        <w:tblStyle w:val="Basic"/>
        <w:tblW w:w="0" w:type="auto"/>
        <w:tblLook w:val="04A0" w:firstRow="1" w:lastRow="0" w:firstColumn="1" w:lastColumn="0" w:noHBand="0" w:noVBand="1"/>
      </w:tblPr>
      <w:tblGrid>
        <w:gridCol w:w="4784"/>
        <w:gridCol w:w="4740"/>
      </w:tblGrid>
      <w:tr w:rsidR="007D1577" w:rsidRPr="007D1577" w:rsidTr="0036362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7D1577" w:rsidRPr="007D1577" w:rsidRDefault="007D1577" w:rsidP="007D1577">
            <w:pPr>
              <w:pBdr>
                <w:bottom w:val="single" w:sz="4" w:space="1" w:color="auto"/>
              </w:pBdr>
              <w:spacing w:after="260" w:line="276" w:lineRule="auto"/>
              <w:contextualSpacing/>
              <w:rPr>
                <w:rFonts w:ascii="Verdana" w:eastAsia="Verdana" w:hAnsi="Verdana" w:cs="Times New Roman"/>
                <w:b/>
                <w:caps/>
                <w:sz w:val="22"/>
                <w:szCs w:val="22"/>
                <w:lang w:val="es-ES_tradnl"/>
              </w:rPr>
            </w:pPr>
            <w:r w:rsidRPr="007D1577">
              <w:rPr>
                <w:rFonts w:ascii="Verdana" w:eastAsia="Verdana" w:hAnsi="Verdana" w:cs="Times New Roman"/>
                <w:b/>
                <w:caps/>
                <w:sz w:val="22"/>
                <w:szCs w:val="22"/>
                <w:lang w:val="es-ES_tradnl"/>
              </w:rPr>
              <w:t>SI DESEA INFORMACIÓN MÁS DETALLADA, DIRÍJASE A:</w:t>
            </w:r>
          </w:p>
          <w:p w:rsidR="007D1577" w:rsidRPr="007D1577" w:rsidRDefault="007D1577" w:rsidP="007D1577">
            <w:pPr>
              <w:spacing w:line="280" w:lineRule="atLeast"/>
              <w:rPr>
                <w:rFonts w:ascii="Verdana" w:eastAsia="Verdana" w:hAnsi="Verdana" w:cs="Times New Roman"/>
                <w:sz w:val="22"/>
                <w:szCs w:val="22"/>
                <w:lang w:val="es-ES_tradnl"/>
              </w:rPr>
            </w:pPr>
            <w:r w:rsidRPr="007D1577">
              <w:rPr>
                <w:rFonts w:ascii="Verdana" w:eastAsia="Verdana" w:hAnsi="Verdana" w:cs="Times New Roman"/>
                <w:sz w:val="22"/>
                <w:szCs w:val="22"/>
                <w:lang w:val="es-ES_tradnl"/>
              </w:rPr>
              <w:t>WIRTGEN GmbH</w:t>
            </w:r>
          </w:p>
          <w:p w:rsidR="007D1577" w:rsidRPr="007D1577" w:rsidRDefault="007D1577" w:rsidP="007D1577">
            <w:pPr>
              <w:spacing w:line="280" w:lineRule="atLeast"/>
              <w:rPr>
                <w:rFonts w:ascii="Verdana" w:eastAsia="Verdana" w:hAnsi="Verdana" w:cs="Times New Roman"/>
                <w:sz w:val="22"/>
                <w:szCs w:val="22"/>
                <w:lang w:val="es-ES_tradnl"/>
              </w:rPr>
            </w:pPr>
            <w:r w:rsidRPr="007D1577">
              <w:rPr>
                <w:rFonts w:ascii="Verdana" w:eastAsia="Verdana" w:hAnsi="Verdana" w:cs="Times New Roman"/>
                <w:sz w:val="22"/>
                <w:szCs w:val="22"/>
                <w:lang w:val="es-ES_tradnl"/>
              </w:rPr>
              <w:t>Corporate Communications</w:t>
            </w:r>
          </w:p>
          <w:p w:rsidR="007D1577" w:rsidRPr="007D1577" w:rsidRDefault="007D1577" w:rsidP="007D1577">
            <w:pPr>
              <w:spacing w:line="280" w:lineRule="atLeast"/>
              <w:rPr>
                <w:rFonts w:ascii="Verdana" w:eastAsia="Verdana" w:hAnsi="Verdana" w:cs="Times New Roman"/>
                <w:sz w:val="22"/>
                <w:szCs w:val="22"/>
                <w:lang w:val="es-ES_tradnl"/>
              </w:rPr>
            </w:pPr>
            <w:r w:rsidRPr="007D1577">
              <w:rPr>
                <w:rFonts w:ascii="Verdana" w:eastAsia="Verdana" w:hAnsi="Verdana" w:cs="Times New Roman"/>
                <w:sz w:val="22"/>
                <w:szCs w:val="22"/>
                <w:lang w:val="es-ES_tradnl"/>
              </w:rPr>
              <w:t>Michaela Adams, Mario Linnemann</w:t>
            </w:r>
          </w:p>
          <w:p w:rsidR="007D1577" w:rsidRPr="007D1577" w:rsidRDefault="007D1577" w:rsidP="007D1577">
            <w:pPr>
              <w:spacing w:line="280" w:lineRule="atLeast"/>
              <w:rPr>
                <w:rFonts w:ascii="Verdana" w:eastAsia="Verdana" w:hAnsi="Verdana" w:cs="Times New Roman"/>
                <w:sz w:val="22"/>
                <w:szCs w:val="22"/>
                <w:lang w:val="es-ES_tradnl"/>
              </w:rPr>
            </w:pPr>
            <w:r w:rsidRPr="007D1577">
              <w:rPr>
                <w:rFonts w:ascii="Verdana" w:eastAsia="Verdana" w:hAnsi="Verdana" w:cs="Times New Roman"/>
                <w:sz w:val="22"/>
                <w:szCs w:val="22"/>
                <w:lang w:val="es-ES_tradnl"/>
              </w:rPr>
              <w:t>Reinhard-Wirtgen-Straße 2</w:t>
            </w:r>
          </w:p>
          <w:p w:rsidR="007D1577" w:rsidRPr="007D1577" w:rsidRDefault="007D1577" w:rsidP="007D1577">
            <w:pPr>
              <w:spacing w:line="280" w:lineRule="atLeast"/>
              <w:rPr>
                <w:rFonts w:ascii="Verdana" w:eastAsia="Verdana" w:hAnsi="Verdana" w:cs="Times New Roman"/>
                <w:sz w:val="22"/>
                <w:szCs w:val="22"/>
                <w:lang w:val="de-DE"/>
              </w:rPr>
            </w:pPr>
            <w:r w:rsidRPr="007D1577">
              <w:rPr>
                <w:rFonts w:ascii="Verdana" w:eastAsia="Verdana" w:hAnsi="Verdana" w:cs="Times New Roman"/>
                <w:sz w:val="22"/>
                <w:szCs w:val="22"/>
                <w:lang w:val="de-DE"/>
              </w:rPr>
              <w:t xml:space="preserve">53578 </w:t>
            </w:r>
            <w:proofErr w:type="spellStart"/>
            <w:r w:rsidRPr="007D1577">
              <w:rPr>
                <w:rFonts w:ascii="Verdana" w:eastAsia="Verdana" w:hAnsi="Verdana" w:cs="Times New Roman"/>
                <w:sz w:val="22"/>
                <w:szCs w:val="22"/>
                <w:lang w:val="de-DE"/>
              </w:rPr>
              <w:t>Windhagen</w:t>
            </w:r>
            <w:proofErr w:type="spellEnd"/>
          </w:p>
          <w:p w:rsidR="007D1577" w:rsidRPr="007D1577" w:rsidRDefault="007D1577" w:rsidP="007D1577">
            <w:pPr>
              <w:spacing w:line="280" w:lineRule="atLeast"/>
              <w:rPr>
                <w:rFonts w:ascii="Verdana" w:eastAsia="Verdana" w:hAnsi="Verdana" w:cs="Times New Roman"/>
                <w:sz w:val="22"/>
                <w:szCs w:val="22"/>
                <w:lang w:val="de-DE"/>
              </w:rPr>
            </w:pPr>
            <w:proofErr w:type="spellStart"/>
            <w:r w:rsidRPr="007D1577">
              <w:rPr>
                <w:rFonts w:ascii="Verdana" w:eastAsia="Verdana" w:hAnsi="Verdana" w:cs="Times New Roman"/>
                <w:sz w:val="22"/>
                <w:szCs w:val="22"/>
                <w:lang w:val="de-DE"/>
              </w:rPr>
              <w:t>Alemania</w:t>
            </w:r>
            <w:proofErr w:type="spellEnd"/>
          </w:p>
          <w:p w:rsidR="007D1577" w:rsidRPr="007D1577" w:rsidRDefault="007D1577" w:rsidP="007D1577">
            <w:pPr>
              <w:spacing w:line="280" w:lineRule="atLeast"/>
              <w:rPr>
                <w:rFonts w:ascii="Verdana" w:eastAsia="Verdana" w:hAnsi="Verdana" w:cs="Times New Roman"/>
                <w:sz w:val="22"/>
                <w:szCs w:val="22"/>
                <w:lang w:val="de-DE"/>
              </w:rPr>
            </w:pPr>
          </w:p>
          <w:p w:rsidR="007D1577" w:rsidRPr="007D1577" w:rsidRDefault="007D1577" w:rsidP="007D1577">
            <w:pPr>
              <w:spacing w:line="280" w:lineRule="atLeast"/>
              <w:rPr>
                <w:rFonts w:ascii="Verdana" w:eastAsia="Verdana" w:hAnsi="Verdana" w:cs="Times New Roman"/>
                <w:sz w:val="22"/>
                <w:szCs w:val="22"/>
                <w:lang w:val="de-DE"/>
              </w:rPr>
            </w:pPr>
            <w:proofErr w:type="spellStart"/>
            <w:r w:rsidRPr="007D1577">
              <w:rPr>
                <w:rFonts w:ascii="Verdana" w:eastAsia="Verdana" w:hAnsi="Verdana" w:cs="Times New Roman"/>
                <w:sz w:val="22"/>
                <w:szCs w:val="22"/>
                <w:lang w:val="de-DE"/>
              </w:rPr>
              <w:t>Teléfono</w:t>
            </w:r>
            <w:proofErr w:type="spellEnd"/>
            <w:r w:rsidRPr="007D1577">
              <w:rPr>
                <w:rFonts w:ascii="Verdana" w:eastAsia="Verdana" w:hAnsi="Verdana" w:cs="Times New Roman"/>
                <w:sz w:val="22"/>
                <w:szCs w:val="22"/>
                <w:lang w:val="de-DE"/>
              </w:rPr>
              <w:t>:   +49 (0) 2645 131 – 4510</w:t>
            </w:r>
          </w:p>
          <w:p w:rsidR="007D1577" w:rsidRPr="007D1577" w:rsidRDefault="007D1577" w:rsidP="007D1577">
            <w:pPr>
              <w:spacing w:line="280" w:lineRule="atLeast"/>
              <w:rPr>
                <w:rFonts w:ascii="Verdana" w:eastAsia="Verdana" w:hAnsi="Verdana" w:cs="Times New Roman"/>
                <w:sz w:val="22"/>
                <w:szCs w:val="22"/>
                <w:lang w:val="it-IT"/>
              </w:rPr>
            </w:pPr>
            <w:r w:rsidRPr="007D1577">
              <w:rPr>
                <w:rFonts w:ascii="Verdana" w:eastAsia="Verdana" w:hAnsi="Verdana" w:cs="Times New Roman"/>
                <w:sz w:val="22"/>
                <w:szCs w:val="22"/>
                <w:lang w:val="it-IT"/>
              </w:rPr>
              <w:t>Telefax:</w:t>
            </w:r>
            <w:proofErr w:type="gramStart"/>
            <w:r w:rsidRPr="007D1577">
              <w:rPr>
                <w:rFonts w:ascii="Verdana" w:eastAsia="Verdana" w:hAnsi="Verdana" w:cs="Times New Roman"/>
                <w:sz w:val="22"/>
                <w:szCs w:val="22"/>
                <w:lang w:val="it-IT"/>
              </w:rPr>
              <w:t xml:space="preserve">     </w:t>
            </w:r>
            <w:proofErr w:type="gramEnd"/>
            <w:r w:rsidRPr="007D1577">
              <w:rPr>
                <w:rFonts w:ascii="Verdana" w:eastAsia="Verdana" w:hAnsi="Verdana" w:cs="Times New Roman"/>
                <w:sz w:val="22"/>
                <w:szCs w:val="22"/>
                <w:lang w:val="it-IT"/>
              </w:rPr>
              <w:t>+49 (0) 2645 131 – 499</w:t>
            </w:r>
          </w:p>
          <w:p w:rsidR="007D1577" w:rsidRPr="007D1577" w:rsidRDefault="007D1577" w:rsidP="007D1577">
            <w:pPr>
              <w:spacing w:line="280" w:lineRule="atLeast"/>
              <w:rPr>
                <w:rFonts w:ascii="Verdana" w:eastAsia="Verdana" w:hAnsi="Verdana" w:cs="Times New Roman"/>
                <w:sz w:val="22"/>
                <w:szCs w:val="22"/>
                <w:lang w:val="it-IT"/>
              </w:rPr>
            </w:pPr>
            <w:r w:rsidRPr="007D1577">
              <w:rPr>
                <w:rFonts w:ascii="Verdana" w:eastAsia="Verdana" w:hAnsi="Verdana" w:cs="Times New Roman"/>
                <w:sz w:val="22"/>
                <w:szCs w:val="22"/>
                <w:lang w:val="it-IT"/>
              </w:rPr>
              <w:t>E-mail:</w:t>
            </w:r>
            <w:proofErr w:type="gramStart"/>
            <w:r w:rsidRPr="007D1577">
              <w:rPr>
                <w:rFonts w:ascii="Verdana" w:eastAsia="Verdana" w:hAnsi="Verdana" w:cs="Times New Roman"/>
                <w:sz w:val="22"/>
                <w:szCs w:val="22"/>
                <w:lang w:val="it-IT"/>
              </w:rPr>
              <w:t xml:space="preserve">       </w:t>
            </w:r>
            <w:proofErr w:type="gramEnd"/>
            <w:r w:rsidRPr="007D1577">
              <w:rPr>
                <w:rFonts w:ascii="Verdana" w:eastAsia="Verdana" w:hAnsi="Verdana" w:cs="Times New Roman"/>
                <w:sz w:val="22"/>
                <w:szCs w:val="22"/>
                <w:lang w:val="it-IT"/>
              </w:rPr>
              <w:t>presse@wirtgen.com</w:t>
            </w:r>
          </w:p>
          <w:p w:rsidR="007D1577" w:rsidRPr="007D1577" w:rsidRDefault="007D1577" w:rsidP="007D1577">
            <w:pPr>
              <w:spacing w:line="280" w:lineRule="atLeast"/>
              <w:rPr>
                <w:rFonts w:ascii="Verdana" w:eastAsia="Verdana" w:hAnsi="Verdana" w:cs="Times New Roman"/>
                <w:sz w:val="22"/>
                <w:szCs w:val="22"/>
                <w:lang w:val="es-ES_tradnl"/>
              </w:rPr>
            </w:pPr>
            <w:r w:rsidRPr="007D1577">
              <w:rPr>
                <w:rFonts w:ascii="Verdana" w:eastAsia="Verdana" w:hAnsi="Verdana" w:cs="Times New Roman"/>
                <w:sz w:val="22"/>
                <w:szCs w:val="22"/>
                <w:lang w:val="es-ES_tradnl"/>
              </w:rPr>
              <w:t>www.wirtgen.com</w:t>
            </w:r>
          </w:p>
        </w:tc>
        <w:tc>
          <w:tcPr>
            <w:tcW w:w="4832" w:type="dxa"/>
            <w:tcBorders>
              <w:left w:val="single" w:sz="48" w:space="0" w:color="FFFFFF" w:themeColor="background1"/>
            </w:tcBorders>
          </w:tcPr>
          <w:p w:rsidR="007D1577" w:rsidRPr="007D1577" w:rsidRDefault="007D1577" w:rsidP="007D1577">
            <w:pPr>
              <w:spacing w:line="280" w:lineRule="atLeast"/>
              <w:rPr>
                <w:rFonts w:ascii="Verdana" w:eastAsia="Verdana" w:hAnsi="Verdana" w:cs="Times New Roman"/>
                <w:sz w:val="22"/>
                <w:szCs w:val="22"/>
                <w:lang w:val="es-ES_tradnl"/>
              </w:rPr>
            </w:pPr>
          </w:p>
        </w:tc>
      </w:tr>
    </w:tbl>
    <w:p w:rsidR="007D1577" w:rsidRDefault="007D1577" w:rsidP="00C03396">
      <w:pPr>
        <w:pStyle w:val="Text"/>
      </w:pPr>
    </w:p>
    <w:sectPr w:rsidR="007D1577"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C96" w:rsidRDefault="00D60C96" w:rsidP="00E55534">
      <w:r>
        <w:separator/>
      </w:r>
    </w:p>
  </w:endnote>
  <w:endnote w:type="continuationSeparator" w:id="0">
    <w:p w:rsidR="00D60C96" w:rsidRDefault="00D60C9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476370">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669039FA" wp14:editId="460D0762">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E72B201"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41A95480" wp14:editId="181B9110">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9F9EC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C96" w:rsidRDefault="00D60C96" w:rsidP="00E55534">
      <w:r>
        <w:separator/>
      </w:r>
    </w:p>
  </w:footnote>
  <w:footnote w:type="continuationSeparator" w:id="0">
    <w:p w:rsidR="00D60C96" w:rsidRDefault="00D60C9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49A08FCC" wp14:editId="2FB95BA7">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74FDE7A3" wp14:editId="4BAC4D7A">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2C252580" wp14:editId="281C73B9">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17AFE9F"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7CE11317" wp14:editId="61A6470C">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80AAA0E"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43009491" wp14:editId="08504629">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0AA05150" wp14:editId="435C294D">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75pt;height:1500.75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33E"/>
    <w:rsid w:val="00001B24"/>
    <w:rsid w:val="00001C00"/>
    <w:rsid w:val="00001FFB"/>
    <w:rsid w:val="00003829"/>
    <w:rsid w:val="000063FA"/>
    <w:rsid w:val="00011A7D"/>
    <w:rsid w:val="0001363F"/>
    <w:rsid w:val="0001616B"/>
    <w:rsid w:val="00020154"/>
    <w:rsid w:val="0002229E"/>
    <w:rsid w:val="0002384F"/>
    <w:rsid w:val="00024249"/>
    <w:rsid w:val="00031BC6"/>
    <w:rsid w:val="000322A9"/>
    <w:rsid w:val="000346C2"/>
    <w:rsid w:val="00036CC6"/>
    <w:rsid w:val="00036DA3"/>
    <w:rsid w:val="0004015E"/>
    <w:rsid w:val="00040CE3"/>
    <w:rsid w:val="00041FE2"/>
    <w:rsid w:val="00042106"/>
    <w:rsid w:val="00043814"/>
    <w:rsid w:val="0004597A"/>
    <w:rsid w:val="00046EAF"/>
    <w:rsid w:val="00047CC5"/>
    <w:rsid w:val="0005285B"/>
    <w:rsid w:val="00053976"/>
    <w:rsid w:val="00053ACA"/>
    <w:rsid w:val="00060D5D"/>
    <w:rsid w:val="00066D09"/>
    <w:rsid w:val="00066E23"/>
    <w:rsid w:val="000701CF"/>
    <w:rsid w:val="00073A4A"/>
    <w:rsid w:val="00077AE1"/>
    <w:rsid w:val="00084615"/>
    <w:rsid w:val="00090B9E"/>
    <w:rsid w:val="000939F6"/>
    <w:rsid w:val="000957D2"/>
    <w:rsid w:val="0009665C"/>
    <w:rsid w:val="0009767F"/>
    <w:rsid w:val="000A6F82"/>
    <w:rsid w:val="000B5304"/>
    <w:rsid w:val="000C2D16"/>
    <w:rsid w:val="000C6C99"/>
    <w:rsid w:val="000D2E18"/>
    <w:rsid w:val="000D3EC7"/>
    <w:rsid w:val="000D4774"/>
    <w:rsid w:val="000D5D0C"/>
    <w:rsid w:val="000D6A3D"/>
    <w:rsid w:val="000E2697"/>
    <w:rsid w:val="000E649D"/>
    <w:rsid w:val="000E78EE"/>
    <w:rsid w:val="000F0170"/>
    <w:rsid w:val="000F1154"/>
    <w:rsid w:val="000F3579"/>
    <w:rsid w:val="000F6515"/>
    <w:rsid w:val="0010075A"/>
    <w:rsid w:val="00101904"/>
    <w:rsid w:val="00103100"/>
    <w:rsid w:val="00103205"/>
    <w:rsid w:val="001043D2"/>
    <w:rsid w:val="00104F6B"/>
    <w:rsid w:val="0010579A"/>
    <w:rsid w:val="00113D09"/>
    <w:rsid w:val="00113E49"/>
    <w:rsid w:val="0011410F"/>
    <w:rsid w:val="0012026F"/>
    <w:rsid w:val="001216FD"/>
    <w:rsid w:val="00130765"/>
    <w:rsid w:val="00132055"/>
    <w:rsid w:val="00133483"/>
    <w:rsid w:val="001343E7"/>
    <w:rsid w:val="00136B93"/>
    <w:rsid w:val="00140AF1"/>
    <w:rsid w:val="00145774"/>
    <w:rsid w:val="0014683F"/>
    <w:rsid w:val="00157B52"/>
    <w:rsid w:val="00163A2B"/>
    <w:rsid w:val="00163E25"/>
    <w:rsid w:val="0016775B"/>
    <w:rsid w:val="001766A3"/>
    <w:rsid w:val="0017677E"/>
    <w:rsid w:val="001906F0"/>
    <w:rsid w:val="001906F6"/>
    <w:rsid w:val="00191BCB"/>
    <w:rsid w:val="00191C83"/>
    <w:rsid w:val="00196D22"/>
    <w:rsid w:val="00197362"/>
    <w:rsid w:val="001976E2"/>
    <w:rsid w:val="00197DE7"/>
    <w:rsid w:val="001A22CC"/>
    <w:rsid w:val="001A2FA1"/>
    <w:rsid w:val="001A46E1"/>
    <w:rsid w:val="001B03EF"/>
    <w:rsid w:val="001B04D2"/>
    <w:rsid w:val="001B09D5"/>
    <w:rsid w:val="001B16BB"/>
    <w:rsid w:val="001B54EC"/>
    <w:rsid w:val="001B7396"/>
    <w:rsid w:val="001C00E2"/>
    <w:rsid w:val="001C706F"/>
    <w:rsid w:val="001D420D"/>
    <w:rsid w:val="001E27EE"/>
    <w:rsid w:val="001E67A8"/>
    <w:rsid w:val="001F0D4D"/>
    <w:rsid w:val="001F3A78"/>
    <w:rsid w:val="001F6DBC"/>
    <w:rsid w:val="001F6E28"/>
    <w:rsid w:val="001F71F2"/>
    <w:rsid w:val="001F7C5A"/>
    <w:rsid w:val="00202A67"/>
    <w:rsid w:val="002121E0"/>
    <w:rsid w:val="002128F1"/>
    <w:rsid w:val="00212A4A"/>
    <w:rsid w:val="00217833"/>
    <w:rsid w:val="00224284"/>
    <w:rsid w:val="002265DD"/>
    <w:rsid w:val="0023442F"/>
    <w:rsid w:val="00236A6B"/>
    <w:rsid w:val="002401EA"/>
    <w:rsid w:val="00244981"/>
    <w:rsid w:val="0024719B"/>
    <w:rsid w:val="00253A2E"/>
    <w:rsid w:val="00256011"/>
    <w:rsid w:val="002606DD"/>
    <w:rsid w:val="002655E4"/>
    <w:rsid w:val="00266ACC"/>
    <w:rsid w:val="002671BC"/>
    <w:rsid w:val="00270FDF"/>
    <w:rsid w:val="0027157E"/>
    <w:rsid w:val="00273581"/>
    <w:rsid w:val="00273747"/>
    <w:rsid w:val="00273CC4"/>
    <w:rsid w:val="00275025"/>
    <w:rsid w:val="00275E0A"/>
    <w:rsid w:val="002765E8"/>
    <w:rsid w:val="00277D5A"/>
    <w:rsid w:val="002844EF"/>
    <w:rsid w:val="0028644B"/>
    <w:rsid w:val="00292C78"/>
    <w:rsid w:val="002935D1"/>
    <w:rsid w:val="0029634D"/>
    <w:rsid w:val="002A004C"/>
    <w:rsid w:val="002A4451"/>
    <w:rsid w:val="002A5B8A"/>
    <w:rsid w:val="002A5C7B"/>
    <w:rsid w:val="002A65D8"/>
    <w:rsid w:val="002A6679"/>
    <w:rsid w:val="002B1AAD"/>
    <w:rsid w:val="002B26F9"/>
    <w:rsid w:val="002B48A7"/>
    <w:rsid w:val="002C09A1"/>
    <w:rsid w:val="002C544D"/>
    <w:rsid w:val="002C58FF"/>
    <w:rsid w:val="002D56C2"/>
    <w:rsid w:val="002E11B7"/>
    <w:rsid w:val="002E15D1"/>
    <w:rsid w:val="002E4695"/>
    <w:rsid w:val="002E47D5"/>
    <w:rsid w:val="002E61D2"/>
    <w:rsid w:val="002E765F"/>
    <w:rsid w:val="002F071E"/>
    <w:rsid w:val="002F108B"/>
    <w:rsid w:val="002F4C13"/>
    <w:rsid w:val="002F5053"/>
    <w:rsid w:val="002F5E72"/>
    <w:rsid w:val="002F6CA2"/>
    <w:rsid w:val="002F6E7E"/>
    <w:rsid w:val="00301A9E"/>
    <w:rsid w:val="00314F5D"/>
    <w:rsid w:val="00323FE4"/>
    <w:rsid w:val="00334C4D"/>
    <w:rsid w:val="00335527"/>
    <w:rsid w:val="00335E6C"/>
    <w:rsid w:val="00336631"/>
    <w:rsid w:val="0034191A"/>
    <w:rsid w:val="00343CC7"/>
    <w:rsid w:val="00344E1E"/>
    <w:rsid w:val="00345984"/>
    <w:rsid w:val="00347CB7"/>
    <w:rsid w:val="00350E98"/>
    <w:rsid w:val="0035140B"/>
    <w:rsid w:val="00351FF5"/>
    <w:rsid w:val="00352706"/>
    <w:rsid w:val="00356BBD"/>
    <w:rsid w:val="00357B4C"/>
    <w:rsid w:val="00370A6E"/>
    <w:rsid w:val="0037163A"/>
    <w:rsid w:val="00372B61"/>
    <w:rsid w:val="003748D1"/>
    <w:rsid w:val="00382F24"/>
    <w:rsid w:val="00383783"/>
    <w:rsid w:val="00384816"/>
    <w:rsid w:val="00384A08"/>
    <w:rsid w:val="003867AF"/>
    <w:rsid w:val="00391DB8"/>
    <w:rsid w:val="00394D23"/>
    <w:rsid w:val="003A0121"/>
    <w:rsid w:val="003A03B8"/>
    <w:rsid w:val="003A2FDB"/>
    <w:rsid w:val="003A688C"/>
    <w:rsid w:val="003A753A"/>
    <w:rsid w:val="003A793D"/>
    <w:rsid w:val="003B095B"/>
    <w:rsid w:val="003B32C1"/>
    <w:rsid w:val="003B7F3B"/>
    <w:rsid w:val="003C6FE6"/>
    <w:rsid w:val="003D1CBC"/>
    <w:rsid w:val="003D406F"/>
    <w:rsid w:val="003E02EE"/>
    <w:rsid w:val="003E1CB6"/>
    <w:rsid w:val="003E1D8C"/>
    <w:rsid w:val="003E22DB"/>
    <w:rsid w:val="003E2563"/>
    <w:rsid w:val="003E29F4"/>
    <w:rsid w:val="003E3CF6"/>
    <w:rsid w:val="003E5176"/>
    <w:rsid w:val="003E759F"/>
    <w:rsid w:val="003F0253"/>
    <w:rsid w:val="003F0F4E"/>
    <w:rsid w:val="003F3931"/>
    <w:rsid w:val="003F626A"/>
    <w:rsid w:val="003F725B"/>
    <w:rsid w:val="00401C51"/>
    <w:rsid w:val="00401C65"/>
    <w:rsid w:val="00401F8A"/>
    <w:rsid w:val="00402609"/>
    <w:rsid w:val="00403373"/>
    <w:rsid w:val="004057EC"/>
    <w:rsid w:val="00406C81"/>
    <w:rsid w:val="00411176"/>
    <w:rsid w:val="00412545"/>
    <w:rsid w:val="00412C72"/>
    <w:rsid w:val="00414EDE"/>
    <w:rsid w:val="00417182"/>
    <w:rsid w:val="00417DA6"/>
    <w:rsid w:val="00426DC6"/>
    <w:rsid w:val="004271E8"/>
    <w:rsid w:val="00427E08"/>
    <w:rsid w:val="00430BB0"/>
    <w:rsid w:val="0043231A"/>
    <w:rsid w:val="00451661"/>
    <w:rsid w:val="00451971"/>
    <w:rsid w:val="0045241D"/>
    <w:rsid w:val="00456725"/>
    <w:rsid w:val="00463D7D"/>
    <w:rsid w:val="00470D30"/>
    <w:rsid w:val="00471285"/>
    <w:rsid w:val="004730AA"/>
    <w:rsid w:val="00473A95"/>
    <w:rsid w:val="00474A0A"/>
    <w:rsid w:val="00476370"/>
    <w:rsid w:val="00476401"/>
    <w:rsid w:val="00476F4D"/>
    <w:rsid w:val="00483535"/>
    <w:rsid w:val="004867D4"/>
    <w:rsid w:val="00490E54"/>
    <w:rsid w:val="00494AF1"/>
    <w:rsid w:val="00496330"/>
    <w:rsid w:val="00497238"/>
    <w:rsid w:val="00497C96"/>
    <w:rsid w:val="004A634D"/>
    <w:rsid w:val="004B29E9"/>
    <w:rsid w:val="004B35A0"/>
    <w:rsid w:val="004B50D9"/>
    <w:rsid w:val="004B6247"/>
    <w:rsid w:val="004C0C4E"/>
    <w:rsid w:val="004C19BF"/>
    <w:rsid w:val="004C56D2"/>
    <w:rsid w:val="004C6181"/>
    <w:rsid w:val="004C6230"/>
    <w:rsid w:val="004C65EE"/>
    <w:rsid w:val="004D0A1E"/>
    <w:rsid w:val="004D3DF5"/>
    <w:rsid w:val="004D6D7B"/>
    <w:rsid w:val="004D7B62"/>
    <w:rsid w:val="004D7DEA"/>
    <w:rsid w:val="004E03A6"/>
    <w:rsid w:val="004E0D4E"/>
    <w:rsid w:val="004E67F2"/>
    <w:rsid w:val="004F43F2"/>
    <w:rsid w:val="004F4D53"/>
    <w:rsid w:val="004F590A"/>
    <w:rsid w:val="0050244A"/>
    <w:rsid w:val="005032EB"/>
    <w:rsid w:val="00503924"/>
    <w:rsid w:val="005061C0"/>
    <w:rsid w:val="00506409"/>
    <w:rsid w:val="005107C4"/>
    <w:rsid w:val="005115FF"/>
    <w:rsid w:val="00524FC3"/>
    <w:rsid w:val="0053000A"/>
    <w:rsid w:val="00530E32"/>
    <w:rsid w:val="005331CC"/>
    <w:rsid w:val="00534505"/>
    <w:rsid w:val="00540730"/>
    <w:rsid w:val="00541431"/>
    <w:rsid w:val="00541FF4"/>
    <w:rsid w:val="00543038"/>
    <w:rsid w:val="0054409B"/>
    <w:rsid w:val="00547E71"/>
    <w:rsid w:val="00556FAB"/>
    <w:rsid w:val="00561798"/>
    <w:rsid w:val="00561F56"/>
    <w:rsid w:val="005631D5"/>
    <w:rsid w:val="00563CA3"/>
    <w:rsid w:val="00565B8E"/>
    <w:rsid w:val="00570F3A"/>
    <w:rsid w:val="005711A3"/>
    <w:rsid w:val="00571427"/>
    <w:rsid w:val="00573B2B"/>
    <w:rsid w:val="005750DE"/>
    <w:rsid w:val="00576EDC"/>
    <w:rsid w:val="00580FF9"/>
    <w:rsid w:val="005821E7"/>
    <w:rsid w:val="00583AAC"/>
    <w:rsid w:val="00585113"/>
    <w:rsid w:val="00586183"/>
    <w:rsid w:val="005943C5"/>
    <w:rsid w:val="00596EAC"/>
    <w:rsid w:val="005A464F"/>
    <w:rsid w:val="005A4F04"/>
    <w:rsid w:val="005A570F"/>
    <w:rsid w:val="005A7B19"/>
    <w:rsid w:val="005B3697"/>
    <w:rsid w:val="005B4A3A"/>
    <w:rsid w:val="005B5793"/>
    <w:rsid w:val="005C12E3"/>
    <w:rsid w:val="005C6227"/>
    <w:rsid w:val="005C78F2"/>
    <w:rsid w:val="005D065A"/>
    <w:rsid w:val="005D234A"/>
    <w:rsid w:val="005D3227"/>
    <w:rsid w:val="005D701A"/>
    <w:rsid w:val="005E3837"/>
    <w:rsid w:val="005F24AA"/>
    <w:rsid w:val="005F372B"/>
    <w:rsid w:val="005F584E"/>
    <w:rsid w:val="00600A12"/>
    <w:rsid w:val="00603323"/>
    <w:rsid w:val="00605DF3"/>
    <w:rsid w:val="0060681A"/>
    <w:rsid w:val="00610825"/>
    <w:rsid w:val="00610955"/>
    <w:rsid w:val="00613936"/>
    <w:rsid w:val="0062218F"/>
    <w:rsid w:val="006261A0"/>
    <w:rsid w:val="00631FF7"/>
    <w:rsid w:val="00632ABB"/>
    <w:rsid w:val="00632B30"/>
    <w:rsid w:val="006330A2"/>
    <w:rsid w:val="00642EB6"/>
    <w:rsid w:val="006455F0"/>
    <w:rsid w:val="00645F1C"/>
    <w:rsid w:val="0064604E"/>
    <w:rsid w:val="00650E3F"/>
    <w:rsid w:val="006578B1"/>
    <w:rsid w:val="00661E51"/>
    <w:rsid w:val="00664580"/>
    <w:rsid w:val="00675857"/>
    <w:rsid w:val="00687ECA"/>
    <w:rsid w:val="00693001"/>
    <w:rsid w:val="0069554F"/>
    <w:rsid w:val="006974EE"/>
    <w:rsid w:val="006A6994"/>
    <w:rsid w:val="006A76EC"/>
    <w:rsid w:val="006B0D29"/>
    <w:rsid w:val="006B0D7C"/>
    <w:rsid w:val="006B1784"/>
    <w:rsid w:val="006B3552"/>
    <w:rsid w:val="006B73C9"/>
    <w:rsid w:val="006C1D8E"/>
    <w:rsid w:val="006C419C"/>
    <w:rsid w:val="006C4BFD"/>
    <w:rsid w:val="006C56F7"/>
    <w:rsid w:val="006C7DD6"/>
    <w:rsid w:val="006D2C98"/>
    <w:rsid w:val="006D609C"/>
    <w:rsid w:val="006D693A"/>
    <w:rsid w:val="006D7EF4"/>
    <w:rsid w:val="006E043A"/>
    <w:rsid w:val="006F1153"/>
    <w:rsid w:val="006F2DD0"/>
    <w:rsid w:val="006F7602"/>
    <w:rsid w:val="00701BCD"/>
    <w:rsid w:val="00703130"/>
    <w:rsid w:val="00703B86"/>
    <w:rsid w:val="00710A37"/>
    <w:rsid w:val="007136D5"/>
    <w:rsid w:val="00713FB3"/>
    <w:rsid w:val="00716D17"/>
    <w:rsid w:val="00720F0D"/>
    <w:rsid w:val="00722A17"/>
    <w:rsid w:val="00722FF6"/>
    <w:rsid w:val="00724855"/>
    <w:rsid w:val="007266E9"/>
    <w:rsid w:val="007313A5"/>
    <w:rsid w:val="00732C28"/>
    <w:rsid w:val="00735533"/>
    <w:rsid w:val="00737217"/>
    <w:rsid w:val="00740113"/>
    <w:rsid w:val="007421DD"/>
    <w:rsid w:val="00743B4A"/>
    <w:rsid w:val="00744E2F"/>
    <w:rsid w:val="00745493"/>
    <w:rsid w:val="00746C64"/>
    <w:rsid w:val="00751454"/>
    <w:rsid w:val="00751716"/>
    <w:rsid w:val="00751FCD"/>
    <w:rsid w:val="007525E8"/>
    <w:rsid w:val="00757B83"/>
    <w:rsid w:val="00757EAC"/>
    <w:rsid w:val="0076096B"/>
    <w:rsid w:val="00763F21"/>
    <w:rsid w:val="007658CA"/>
    <w:rsid w:val="00766669"/>
    <w:rsid w:val="00771826"/>
    <w:rsid w:val="0077467B"/>
    <w:rsid w:val="007815DF"/>
    <w:rsid w:val="00782DAF"/>
    <w:rsid w:val="00783488"/>
    <w:rsid w:val="00790DDE"/>
    <w:rsid w:val="00791723"/>
    <w:rsid w:val="00791A69"/>
    <w:rsid w:val="00792425"/>
    <w:rsid w:val="00793371"/>
    <w:rsid w:val="00794830"/>
    <w:rsid w:val="00796CFD"/>
    <w:rsid w:val="00797CAA"/>
    <w:rsid w:val="007A08E7"/>
    <w:rsid w:val="007A4566"/>
    <w:rsid w:val="007A4720"/>
    <w:rsid w:val="007A5E4F"/>
    <w:rsid w:val="007B2983"/>
    <w:rsid w:val="007B42CB"/>
    <w:rsid w:val="007B46E4"/>
    <w:rsid w:val="007B4E19"/>
    <w:rsid w:val="007B6B4E"/>
    <w:rsid w:val="007C2658"/>
    <w:rsid w:val="007C277F"/>
    <w:rsid w:val="007C541B"/>
    <w:rsid w:val="007C5443"/>
    <w:rsid w:val="007C7108"/>
    <w:rsid w:val="007D139F"/>
    <w:rsid w:val="007D1577"/>
    <w:rsid w:val="007D2AB4"/>
    <w:rsid w:val="007D36E2"/>
    <w:rsid w:val="007E20D0"/>
    <w:rsid w:val="007E4114"/>
    <w:rsid w:val="007E4590"/>
    <w:rsid w:val="007E4796"/>
    <w:rsid w:val="007E543B"/>
    <w:rsid w:val="007E6207"/>
    <w:rsid w:val="007E7035"/>
    <w:rsid w:val="007F1E1A"/>
    <w:rsid w:val="007F301E"/>
    <w:rsid w:val="007F433E"/>
    <w:rsid w:val="007F773C"/>
    <w:rsid w:val="00801803"/>
    <w:rsid w:val="008019D5"/>
    <w:rsid w:val="00801D12"/>
    <w:rsid w:val="008043A1"/>
    <w:rsid w:val="008052CC"/>
    <w:rsid w:val="00805500"/>
    <w:rsid w:val="008077AB"/>
    <w:rsid w:val="008104B7"/>
    <w:rsid w:val="00811624"/>
    <w:rsid w:val="00812FD6"/>
    <w:rsid w:val="008141A5"/>
    <w:rsid w:val="00816F5A"/>
    <w:rsid w:val="00816FE6"/>
    <w:rsid w:val="00820315"/>
    <w:rsid w:val="008265AD"/>
    <w:rsid w:val="008307C2"/>
    <w:rsid w:val="00831597"/>
    <w:rsid w:val="00834D30"/>
    <w:rsid w:val="00835E6B"/>
    <w:rsid w:val="0083778E"/>
    <w:rsid w:val="00843B45"/>
    <w:rsid w:val="008451C6"/>
    <w:rsid w:val="00846154"/>
    <w:rsid w:val="00847049"/>
    <w:rsid w:val="0084776D"/>
    <w:rsid w:val="008503CE"/>
    <w:rsid w:val="00851737"/>
    <w:rsid w:val="008517CC"/>
    <w:rsid w:val="00853D42"/>
    <w:rsid w:val="0085502B"/>
    <w:rsid w:val="0085515E"/>
    <w:rsid w:val="008563D7"/>
    <w:rsid w:val="00862767"/>
    <w:rsid w:val="00863129"/>
    <w:rsid w:val="008669E4"/>
    <w:rsid w:val="008679A2"/>
    <w:rsid w:val="00870A62"/>
    <w:rsid w:val="00871507"/>
    <w:rsid w:val="0087243B"/>
    <w:rsid w:val="00875705"/>
    <w:rsid w:val="00877C55"/>
    <w:rsid w:val="00881C53"/>
    <w:rsid w:val="0088225A"/>
    <w:rsid w:val="00882826"/>
    <w:rsid w:val="008853A5"/>
    <w:rsid w:val="00887CC5"/>
    <w:rsid w:val="00891FC3"/>
    <w:rsid w:val="00893DFF"/>
    <w:rsid w:val="00896E40"/>
    <w:rsid w:val="00897221"/>
    <w:rsid w:val="00897543"/>
    <w:rsid w:val="008A038B"/>
    <w:rsid w:val="008A205F"/>
    <w:rsid w:val="008A33B5"/>
    <w:rsid w:val="008A35F1"/>
    <w:rsid w:val="008A5783"/>
    <w:rsid w:val="008B218B"/>
    <w:rsid w:val="008B2767"/>
    <w:rsid w:val="008B6E1A"/>
    <w:rsid w:val="008C0BAC"/>
    <w:rsid w:val="008C184B"/>
    <w:rsid w:val="008C21D7"/>
    <w:rsid w:val="008C2DB2"/>
    <w:rsid w:val="008D064A"/>
    <w:rsid w:val="008D2750"/>
    <w:rsid w:val="008D3184"/>
    <w:rsid w:val="008D442E"/>
    <w:rsid w:val="008D4AE7"/>
    <w:rsid w:val="008D5596"/>
    <w:rsid w:val="008D672F"/>
    <w:rsid w:val="008D6E1F"/>
    <w:rsid w:val="008D770E"/>
    <w:rsid w:val="008E02BB"/>
    <w:rsid w:val="008E0C4B"/>
    <w:rsid w:val="008E54B6"/>
    <w:rsid w:val="008E54CF"/>
    <w:rsid w:val="008F5D4B"/>
    <w:rsid w:val="008F6B5B"/>
    <w:rsid w:val="0090337E"/>
    <w:rsid w:val="009054AF"/>
    <w:rsid w:val="009057FC"/>
    <w:rsid w:val="00905F81"/>
    <w:rsid w:val="00912436"/>
    <w:rsid w:val="00912EC2"/>
    <w:rsid w:val="00914E23"/>
    <w:rsid w:val="009219E3"/>
    <w:rsid w:val="00924300"/>
    <w:rsid w:val="0092626C"/>
    <w:rsid w:val="009263CD"/>
    <w:rsid w:val="009263E6"/>
    <w:rsid w:val="00930A87"/>
    <w:rsid w:val="00930A92"/>
    <w:rsid w:val="00932E2E"/>
    <w:rsid w:val="00933649"/>
    <w:rsid w:val="0093375D"/>
    <w:rsid w:val="009366E9"/>
    <w:rsid w:val="00936AAC"/>
    <w:rsid w:val="00936BC0"/>
    <w:rsid w:val="009376FF"/>
    <w:rsid w:val="009405C9"/>
    <w:rsid w:val="0094162E"/>
    <w:rsid w:val="0094289D"/>
    <w:rsid w:val="00943AC5"/>
    <w:rsid w:val="00945441"/>
    <w:rsid w:val="009524AE"/>
    <w:rsid w:val="00952D0E"/>
    <w:rsid w:val="0095390B"/>
    <w:rsid w:val="0095459C"/>
    <w:rsid w:val="0096302B"/>
    <w:rsid w:val="00963997"/>
    <w:rsid w:val="00965066"/>
    <w:rsid w:val="00970F82"/>
    <w:rsid w:val="00973F44"/>
    <w:rsid w:val="00974E00"/>
    <w:rsid w:val="00975567"/>
    <w:rsid w:val="00977ED3"/>
    <w:rsid w:val="0098166A"/>
    <w:rsid w:val="00982B9D"/>
    <w:rsid w:val="009936B7"/>
    <w:rsid w:val="0099755A"/>
    <w:rsid w:val="009975CE"/>
    <w:rsid w:val="009A1DF2"/>
    <w:rsid w:val="009A356F"/>
    <w:rsid w:val="009A40D8"/>
    <w:rsid w:val="009A7E90"/>
    <w:rsid w:val="009B0807"/>
    <w:rsid w:val="009B1F6D"/>
    <w:rsid w:val="009C2378"/>
    <w:rsid w:val="009C4851"/>
    <w:rsid w:val="009C510D"/>
    <w:rsid w:val="009D016F"/>
    <w:rsid w:val="009D10AF"/>
    <w:rsid w:val="009D448D"/>
    <w:rsid w:val="009E0103"/>
    <w:rsid w:val="009E2242"/>
    <w:rsid w:val="009E251D"/>
    <w:rsid w:val="009E459E"/>
    <w:rsid w:val="009E47DD"/>
    <w:rsid w:val="009E4A9B"/>
    <w:rsid w:val="009E6B71"/>
    <w:rsid w:val="009F0EAB"/>
    <w:rsid w:val="009F16C0"/>
    <w:rsid w:val="009F2F68"/>
    <w:rsid w:val="009F3E6D"/>
    <w:rsid w:val="009F6A3C"/>
    <w:rsid w:val="009F70CC"/>
    <w:rsid w:val="00A03B6C"/>
    <w:rsid w:val="00A05827"/>
    <w:rsid w:val="00A109BC"/>
    <w:rsid w:val="00A13D2B"/>
    <w:rsid w:val="00A169F9"/>
    <w:rsid w:val="00A17018"/>
    <w:rsid w:val="00A171F4"/>
    <w:rsid w:val="00A178DF"/>
    <w:rsid w:val="00A24CCF"/>
    <w:rsid w:val="00A24EFC"/>
    <w:rsid w:val="00A30825"/>
    <w:rsid w:val="00A3104F"/>
    <w:rsid w:val="00A363CC"/>
    <w:rsid w:val="00A4629E"/>
    <w:rsid w:val="00A4787D"/>
    <w:rsid w:val="00A4790D"/>
    <w:rsid w:val="00A50976"/>
    <w:rsid w:val="00A51D2A"/>
    <w:rsid w:val="00A521C4"/>
    <w:rsid w:val="00A521DD"/>
    <w:rsid w:val="00A52B36"/>
    <w:rsid w:val="00A547C0"/>
    <w:rsid w:val="00A54EA4"/>
    <w:rsid w:val="00A55946"/>
    <w:rsid w:val="00A62B47"/>
    <w:rsid w:val="00A759BA"/>
    <w:rsid w:val="00A80677"/>
    <w:rsid w:val="00A87FDA"/>
    <w:rsid w:val="00A926D2"/>
    <w:rsid w:val="00A9271B"/>
    <w:rsid w:val="00A96F42"/>
    <w:rsid w:val="00A974E0"/>
    <w:rsid w:val="00A97796"/>
    <w:rsid w:val="00A977CE"/>
    <w:rsid w:val="00AA0E20"/>
    <w:rsid w:val="00AA10B5"/>
    <w:rsid w:val="00AA1ADC"/>
    <w:rsid w:val="00AA3AEB"/>
    <w:rsid w:val="00AB0819"/>
    <w:rsid w:val="00AB5F39"/>
    <w:rsid w:val="00AC0A12"/>
    <w:rsid w:val="00AC428E"/>
    <w:rsid w:val="00AC66CC"/>
    <w:rsid w:val="00AC7699"/>
    <w:rsid w:val="00AD131F"/>
    <w:rsid w:val="00AD5B28"/>
    <w:rsid w:val="00AE1E1E"/>
    <w:rsid w:val="00AE6716"/>
    <w:rsid w:val="00AE7AE2"/>
    <w:rsid w:val="00AF061E"/>
    <w:rsid w:val="00AF0CFE"/>
    <w:rsid w:val="00AF3B3A"/>
    <w:rsid w:val="00AF44F6"/>
    <w:rsid w:val="00AF6569"/>
    <w:rsid w:val="00B00B0D"/>
    <w:rsid w:val="00B05853"/>
    <w:rsid w:val="00B06265"/>
    <w:rsid w:val="00B07F65"/>
    <w:rsid w:val="00B1180C"/>
    <w:rsid w:val="00B12119"/>
    <w:rsid w:val="00B1361C"/>
    <w:rsid w:val="00B146D4"/>
    <w:rsid w:val="00B15C57"/>
    <w:rsid w:val="00B16F99"/>
    <w:rsid w:val="00B175E3"/>
    <w:rsid w:val="00B21EA2"/>
    <w:rsid w:val="00B26CCB"/>
    <w:rsid w:val="00B308A8"/>
    <w:rsid w:val="00B30906"/>
    <w:rsid w:val="00B32BEC"/>
    <w:rsid w:val="00B34267"/>
    <w:rsid w:val="00B34D25"/>
    <w:rsid w:val="00B362E1"/>
    <w:rsid w:val="00B40AD7"/>
    <w:rsid w:val="00B416FF"/>
    <w:rsid w:val="00B41B77"/>
    <w:rsid w:val="00B43B1B"/>
    <w:rsid w:val="00B46324"/>
    <w:rsid w:val="00B47187"/>
    <w:rsid w:val="00B475F1"/>
    <w:rsid w:val="00B5695F"/>
    <w:rsid w:val="00B6142F"/>
    <w:rsid w:val="00B62AAB"/>
    <w:rsid w:val="00B6577C"/>
    <w:rsid w:val="00B6714D"/>
    <w:rsid w:val="00B73C46"/>
    <w:rsid w:val="00B74AD4"/>
    <w:rsid w:val="00B868BA"/>
    <w:rsid w:val="00B90F78"/>
    <w:rsid w:val="00B91768"/>
    <w:rsid w:val="00B927B5"/>
    <w:rsid w:val="00B95535"/>
    <w:rsid w:val="00B974BB"/>
    <w:rsid w:val="00BA47D2"/>
    <w:rsid w:val="00BA4F93"/>
    <w:rsid w:val="00BA76A7"/>
    <w:rsid w:val="00BB2E8D"/>
    <w:rsid w:val="00BB3E24"/>
    <w:rsid w:val="00BB6974"/>
    <w:rsid w:val="00BB77DA"/>
    <w:rsid w:val="00BC0D31"/>
    <w:rsid w:val="00BC39B3"/>
    <w:rsid w:val="00BC499A"/>
    <w:rsid w:val="00BD0E0F"/>
    <w:rsid w:val="00BD1058"/>
    <w:rsid w:val="00BD112B"/>
    <w:rsid w:val="00BD5065"/>
    <w:rsid w:val="00BE0D89"/>
    <w:rsid w:val="00BE367F"/>
    <w:rsid w:val="00BE4EB3"/>
    <w:rsid w:val="00BE6A65"/>
    <w:rsid w:val="00BE6D7F"/>
    <w:rsid w:val="00BE6F0D"/>
    <w:rsid w:val="00BF56B2"/>
    <w:rsid w:val="00BF59F7"/>
    <w:rsid w:val="00BF60FE"/>
    <w:rsid w:val="00BF6171"/>
    <w:rsid w:val="00C00980"/>
    <w:rsid w:val="00C03396"/>
    <w:rsid w:val="00C06B47"/>
    <w:rsid w:val="00C07C7A"/>
    <w:rsid w:val="00C10525"/>
    <w:rsid w:val="00C11A3D"/>
    <w:rsid w:val="00C122F0"/>
    <w:rsid w:val="00C135B6"/>
    <w:rsid w:val="00C1451A"/>
    <w:rsid w:val="00C15509"/>
    <w:rsid w:val="00C15CC5"/>
    <w:rsid w:val="00C213BB"/>
    <w:rsid w:val="00C255CB"/>
    <w:rsid w:val="00C25D6F"/>
    <w:rsid w:val="00C25F24"/>
    <w:rsid w:val="00C26897"/>
    <w:rsid w:val="00C30460"/>
    <w:rsid w:val="00C41947"/>
    <w:rsid w:val="00C44662"/>
    <w:rsid w:val="00C44F50"/>
    <w:rsid w:val="00C457C3"/>
    <w:rsid w:val="00C45F88"/>
    <w:rsid w:val="00C46427"/>
    <w:rsid w:val="00C502C7"/>
    <w:rsid w:val="00C5187C"/>
    <w:rsid w:val="00C52D80"/>
    <w:rsid w:val="00C55C06"/>
    <w:rsid w:val="00C55E0A"/>
    <w:rsid w:val="00C55EA8"/>
    <w:rsid w:val="00C56A9B"/>
    <w:rsid w:val="00C57418"/>
    <w:rsid w:val="00C601C8"/>
    <w:rsid w:val="00C61020"/>
    <w:rsid w:val="00C614C8"/>
    <w:rsid w:val="00C61533"/>
    <w:rsid w:val="00C644CA"/>
    <w:rsid w:val="00C648E1"/>
    <w:rsid w:val="00C70C2A"/>
    <w:rsid w:val="00C73005"/>
    <w:rsid w:val="00C80A2C"/>
    <w:rsid w:val="00C92518"/>
    <w:rsid w:val="00CA0B11"/>
    <w:rsid w:val="00CA1367"/>
    <w:rsid w:val="00CA15F6"/>
    <w:rsid w:val="00CA197B"/>
    <w:rsid w:val="00CA3ABF"/>
    <w:rsid w:val="00CA40B4"/>
    <w:rsid w:val="00CA5D3B"/>
    <w:rsid w:val="00CA72EA"/>
    <w:rsid w:val="00CB0AA8"/>
    <w:rsid w:val="00CB49A0"/>
    <w:rsid w:val="00CB6353"/>
    <w:rsid w:val="00CC2DFD"/>
    <w:rsid w:val="00CC3906"/>
    <w:rsid w:val="00CC75D9"/>
    <w:rsid w:val="00CD0448"/>
    <w:rsid w:val="00CD17C9"/>
    <w:rsid w:val="00CD3DCE"/>
    <w:rsid w:val="00CD632E"/>
    <w:rsid w:val="00CD6724"/>
    <w:rsid w:val="00CE1251"/>
    <w:rsid w:val="00CE58E7"/>
    <w:rsid w:val="00CE77A0"/>
    <w:rsid w:val="00CF0D1E"/>
    <w:rsid w:val="00CF2502"/>
    <w:rsid w:val="00CF28EC"/>
    <w:rsid w:val="00CF28FB"/>
    <w:rsid w:val="00CF2E87"/>
    <w:rsid w:val="00CF36C9"/>
    <w:rsid w:val="00CF4AC3"/>
    <w:rsid w:val="00CF4F48"/>
    <w:rsid w:val="00CF7C44"/>
    <w:rsid w:val="00D00FC4"/>
    <w:rsid w:val="00D0633B"/>
    <w:rsid w:val="00D06FD4"/>
    <w:rsid w:val="00D1209F"/>
    <w:rsid w:val="00D1455F"/>
    <w:rsid w:val="00D1462E"/>
    <w:rsid w:val="00D1484D"/>
    <w:rsid w:val="00D166AC"/>
    <w:rsid w:val="00D22774"/>
    <w:rsid w:val="00D22FB0"/>
    <w:rsid w:val="00D24067"/>
    <w:rsid w:val="00D2488D"/>
    <w:rsid w:val="00D31178"/>
    <w:rsid w:val="00D319F8"/>
    <w:rsid w:val="00D32AAF"/>
    <w:rsid w:val="00D34CB7"/>
    <w:rsid w:val="00D360B5"/>
    <w:rsid w:val="00D44129"/>
    <w:rsid w:val="00D46650"/>
    <w:rsid w:val="00D53B64"/>
    <w:rsid w:val="00D60C96"/>
    <w:rsid w:val="00D70446"/>
    <w:rsid w:val="00D71AC3"/>
    <w:rsid w:val="00D71C48"/>
    <w:rsid w:val="00D71D5F"/>
    <w:rsid w:val="00D777FE"/>
    <w:rsid w:val="00D85130"/>
    <w:rsid w:val="00D85FBD"/>
    <w:rsid w:val="00D8611A"/>
    <w:rsid w:val="00D9634F"/>
    <w:rsid w:val="00DA0E48"/>
    <w:rsid w:val="00DA521D"/>
    <w:rsid w:val="00DA66ED"/>
    <w:rsid w:val="00DA67A5"/>
    <w:rsid w:val="00DA6DAD"/>
    <w:rsid w:val="00DC7A83"/>
    <w:rsid w:val="00DD1F20"/>
    <w:rsid w:val="00DE061D"/>
    <w:rsid w:val="00DE4F96"/>
    <w:rsid w:val="00DF4EBC"/>
    <w:rsid w:val="00DF6E83"/>
    <w:rsid w:val="00E036D0"/>
    <w:rsid w:val="00E0417A"/>
    <w:rsid w:val="00E06F23"/>
    <w:rsid w:val="00E116B2"/>
    <w:rsid w:val="00E1170B"/>
    <w:rsid w:val="00E14608"/>
    <w:rsid w:val="00E17FD6"/>
    <w:rsid w:val="00E21E67"/>
    <w:rsid w:val="00E22036"/>
    <w:rsid w:val="00E23645"/>
    <w:rsid w:val="00E25285"/>
    <w:rsid w:val="00E26E1F"/>
    <w:rsid w:val="00E30EBF"/>
    <w:rsid w:val="00E339F2"/>
    <w:rsid w:val="00E41742"/>
    <w:rsid w:val="00E46126"/>
    <w:rsid w:val="00E46529"/>
    <w:rsid w:val="00E467E2"/>
    <w:rsid w:val="00E46EE4"/>
    <w:rsid w:val="00E47F34"/>
    <w:rsid w:val="00E52D70"/>
    <w:rsid w:val="00E55534"/>
    <w:rsid w:val="00E559B1"/>
    <w:rsid w:val="00E57987"/>
    <w:rsid w:val="00E60C48"/>
    <w:rsid w:val="00E73CEC"/>
    <w:rsid w:val="00E7445C"/>
    <w:rsid w:val="00E744DF"/>
    <w:rsid w:val="00E756DA"/>
    <w:rsid w:val="00E83B54"/>
    <w:rsid w:val="00E83DA7"/>
    <w:rsid w:val="00E85284"/>
    <w:rsid w:val="00E87073"/>
    <w:rsid w:val="00E907E4"/>
    <w:rsid w:val="00E914D1"/>
    <w:rsid w:val="00E91D71"/>
    <w:rsid w:val="00E9490C"/>
    <w:rsid w:val="00E95036"/>
    <w:rsid w:val="00EA1754"/>
    <w:rsid w:val="00EA3C2E"/>
    <w:rsid w:val="00EA48B6"/>
    <w:rsid w:val="00EA4BF8"/>
    <w:rsid w:val="00EB0767"/>
    <w:rsid w:val="00EB38F5"/>
    <w:rsid w:val="00EB6701"/>
    <w:rsid w:val="00EB7C62"/>
    <w:rsid w:val="00EC02EB"/>
    <w:rsid w:val="00EC2B96"/>
    <w:rsid w:val="00EC57E7"/>
    <w:rsid w:val="00EC5DFD"/>
    <w:rsid w:val="00ED07FA"/>
    <w:rsid w:val="00ED0C38"/>
    <w:rsid w:val="00ED5E82"/>
    <w:rsid w:val="00ED611D"/>
    <w:rsid w:val="00ED74EB"/>
    <w:rsid w:val="00EE12AB"/>
    <w:rsid w:val="00EE2342"/>
    <w:rsid w:val="00EE2CC1"/>
    <w:rsid w:val="00EE373A"/>
    <w:rsid w:val="00EE4882"/>
    <w:rsid w:val="00EF1FDF"/>
    <w:rsid w:val="00EF28EE"/>
    <w:rsid w:val="00EF3B01"/>
    <w:rsid w:val="00F02AD4"/>
    <w:rsid w:val="00F03E92"/>
    <w:rsid w:val="00F05FF8"/>
    <w:rsid w:val="00F12250"/>
    <w:rsid w:val="00F14724"/>
    <w:rsid w:val="00F14C71"/>
    <w:rsid w:val="00F1508B"/>
    <w:rsid w:val="00F20920"/>
    <w:rsid w:val="00F26945"/>
    <w:rsid w:val="00F26D93"/>
    <w:rsid w:val="00F2743C"/>
    <w:rsid w:val="00F372E3"/>
    <w:rsid w:val="00F4099C"/>
    <w:rsid w:val="00F40F4D"/>
    <w:rsid w:val="00F45F8A"/>
    <w:rsid w:val="00F51F41"/>
    <w:rsid w:val="00F54861"/>
    <w:rsid w:val="00F54EE2"/>
    <w:rsid w:val="00F56318"/>
    <w:rsid w:val="00F5729D"/>
    <w:rsid w:val="00F61578"/>
    <w:rsid w:val="00F620D6"/>
    <w:rsid w:val="00F632E4"/>
    <w:rsid w:val="00F63CD9"/>
    <w:rsid w:val="00F7028A"/>
    <w:rsid w:val="00F728EE"/>
    <w:rsid w:val="00F7393D"/>
    <w:rsid w:val="00F754E7"/>
    <w:rsid w:val="00F7672E"/>
    <w:rsid w:val="00F7702D"/>
    <w:rsid w:val="00F82525"/>
    <w:rsid w:val="00F85665"/>
    <w:rsid w:val="00F85D3C"/>
    <w:rsid w:val="00F8633E"/>
    <w:rsid w:val="00F86EEC"/>
    <w:rsid w:val="00F919D2"/>
    <w:rsid w:val="00F91FDB"/>
    <w:rsid w:val="00F92BBC"/>
    <w:rsid w:val="00F931EB"/>
    <w:rsid w:val="00F937F7"/>
    <w:rsid w:val="00F93C50"/>
    <w:rsid w:val="00F94E8C"/>
    <w:rsid w:val="00F97FEA"/>
    <w:rsid w:val="00FA07D3"/>
    <w:rsid w:val="00FA173F"/>
    <w:rsid w:val="00FA17CA"/>
    <w:rsid w:val="00FA1DFC"/>
    <w:rsid w:val="00FA455D"/>
    <w:rsid w:val="00FA5927"/>
    <w:rsid w:val="00FB37D6"/>
    <w:rsid w:val="00FB57E0"/>
    <w:rsid w:val="00FB6D9A"/>
    <w:rsid w:val="00FC162B"/>
    <w:rsid w:val="00FC322F"/>
    <w:rsid w:val="00FC368F"/>
    <w:rsid w:val="00FC3DFD"/>
    <w:rsid w:val="00FC5E39"/>
    <w:rsid w:val="00FD0A1F"/>
    <w:rsid w:val="00FD0E74"/>
    <w:rsid w:val="00FD1935"/>
    <w:rsid w:val="00FD2C43"/>
    <w:rsid w:val="00FD3FBE"/>
    <w:rsid w:val="00FD5618"/>
    <w:rsid w:val="00FD6047"/>
    <w:rsid w:val="00FD749A"/>
    <w:rsid w:val="00FE0279"/>
    <w:rsid w:val="00FE58E6"/>
    <w:rsid w:val="00FF1452"/>
    <w:rsid w:val="00FF1C16"/>
    <w:rsid w:val="00FF2E2E"/>
    <w:rsid w:val="00FF3F8D"/>
    <w:rsid w:val="00FF52AE"/>
    <w:rsid w:val="00FF53CF"/>
    <w:rsid w:val="00FF756E"/>
    <w:rsid w:val="00FF7C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53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97EFF-E751-4C2D-A0F9-D071EEF5D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Template>
  <TotalTime>0</TotalTime>
  <Pages>5</Pages>
  <Words>1379</Words>
  <Characters>8689</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10048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5</cp:revision>
  <cp:lastPrinted>2019-02-14T12:57:00Z</cp:lastPrinted>
  <dcterms:created xsi:type="dcterms:W3CDTF">2019-02-27T15:28:00Z</dcterms:created>
  <dcterms:modified xsi:type="dcterms:W3CDTF">2019-03-06T08:07:00Z</dcterms:modified>
</cp:coreProperties>
</file>